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298"/>
        <w:gridCol w:w="3296"/>
        <w:gridCol w:w="3297"/>
      </w:tblGrid>
      <w:tr w:rsidR="00963D31" w:rsidRPr="00815AFA" w:rsidTr="00815AFA">
        <w:tc>
          <w:tcPr>
            <w:tcW w:w="3298" w:type="dxa"/>
            <w:vAlign w:val="center"/>
          </w:tcPr>
          <w:p w:rsidR="00963D31" w:rsidRPr="00815AFA" w:rsidRDefault="00963D31" w:rsidP="00F24BED">
            <w:pPr>
              <w:jc w:val="center"/>
              <w:rPr>
                <w:b/>
                <w:sz w:val="4"/>
                <w:szCs w:val="4"/>
              </w:rPr>
            </w:pPr>
          </w:p>
          <w:p w:rsidR="00963D31" w:rsidRPr="00815AFA" w:rsidRDefault="00963D31" w:rsidP="00F24BED">
            <w:pPr>
              <w:jc w:val="center"/>
              <w:rPr>
                <w:b/>
                <w:szCs w:val="32"/>
              </w:rPr>
            </w:pPr>
            <w:r w:rsidRPr="00815AFA">
              <w:rPr>
                <w:b/>
                <w:szCs w:val="32"/>
              </w:rPr>
              <w:t>Abschlussarbeit 2022</w:t>
            </w:r>
          </w:p>
        </w:tc>
        <w:tc>
          <w:tcPr>
            <w:tcW w:w="3296" w:type="dxa"/>
            <w:vAlign w:val="center"/>
          </w:tcPr>
          <w:p w:rsidR="00963D31" w:rsidRPr="00815AFA" w:rsidRDefault="00963D31" w:rsidP="00F24BED">
            <w:pPr>
              <w:jc w:val="center"/>
              <w:rPr>
                <w:b/>
                <w:sz w:val="4"/>
                <w:szCs w:val="4"/>
              </w:rPr>
            </w:pPr>
          </w:p>
          <w:p w:rsidR="00963D31" w:rsidRPr="00815AFA" w:rsidRDefault="00963D31" w:rsidP="00F24BED">
            <w:pPr>
              <w:jc w:val="center"/>
              <w:rPr>
                <w:b/>
                <w:szCs w:val="32"/>
              </w:rPr>
            </w:pPr>
            <w:r w:rsidRPr="00815AFA">
              <w:rPr>
                <w:b/>
                <w:szCs w:val="32"/>
              </w:rPr>
              <w:t>Mathematik</w:t>
            </w:r>
          </w:p>
        </w:tc>
        <w:tc>
          <w:tcPr>
            <w:tcW w:w="3297" w:type="dxa"/>
            <w:vAlign w:val="center"/>
          </w:tcPr>
          <w:p w:rsidR="00963D31" w:rsidRPr="00815AFA" w:rsidRDefault="00963D31" w:rsidP="00F24BED">
            <w:pPr>
              <w:jc w:val="center"/>
              <w:rPr>
                <w:b/>
                <w:sz w:val="4"/>
                <w:szCs w:val="4"/>
              </w:rPr>
            </w:pPr>
          </w:p>
          <w:p w:rsidR="00963D31" w:rsidRPr="00815AFA" w:rsidRDefault="00963D31" w:rsidP="00F24BED">
            <w:pPr>
              <w:jc w:val="center"/>
              <w:rPr>
                <w:b/>
                <w:szCs w:val="32"/>
              </w:rPr>
            </w:pPr>
            <w:r w:rsidRPr="00815AFA">
              <w:rPr>
                <w:b/>
                <w:szCs w:val="32"/>
              </w:rPr>
              <w:t>Material für Prüflinge</w:t>
            </w:r>
          </w:p>
        </w:tc>
      </w:tr>
      <w:tr w:rsidR="00963D31" w:rsidRPr="00815AFA" w:rsidTr="00815AFA">
        <w:tc>
          <w:tcPr>
            <w:tcW w:w="3298" w:type="dxa"/>
            <w:vAlign w:val="center"/>
          </w:tcPr>
          <w:p w:rsidR="00963D31" w:rsidRPr="00815AFA" w:rsidRDefault="00963D31" w:rsidP="00F24BED">
            <w:pPr>
              <w:jc w:val="center"/>
              <w:rPr>
                <w:b/>
                <w:sz w:val="4"/>
                <w:szCs w:val="4"/>
              </w:rPr>
            </w:pPr>
          </w:p>
          <w:p w:rsidR="00963D31" w:rsidRPr="00815AFA" w:rsidRDefault="00963D31" w:rsidP="00F24BED">
            <w:pPr>
              <w:jc w:val="center"/>
              <w:rPr>
                <w:b/>
                <w:szCs w:val="32"/>
              </w:rPr>
            </w:pPr>
            <w:r w:rsidRPr="00815AFA">
              <w:rPr>
                <w:b/>
                <w:szCs w:val="32"/>
              </w:rPr>
              <w:t>Realschule</w:t>
            </w:r>
          </w:p>
        </w:tc>
        <w:tc>
          <w:tcPr>
            <w:tcW w:w="3296" w:type="dxa"/>
            <w:vAlign w:val="center"/>
          </w:tcPr>
          <w:p w:rsidR="00963D31" w:rsidRPr="00815AFA" w:rsidRDefault="00963D31" w:rsidP="00F24BED">
            <w:pPr>
              <w:jc w:val="center"/>
              <w:rPr>
                <w:b/>
                <w:sz w:val="4"/>
                <w:szCs w:val="4"/>
              </w:rPr>
            </w:pPr>
          </w:p>
          <w:p w:rsidR="00963D31" w:rsidRPr="00815AFA" w:rsidRDefault="00963D31" w:rsidP="00F24BED">
            <w:pPr>
              <w:jc w:val="center"/>
              <w:rPr>
                <w:b/>
                <w:szCs w:val="32"/>
              </w:rPr>
            </w:pPr>
            <w:r w:rsidRPr="00815AFA">
              <w:rPr>
                <w:b/>
                <w:szCs w:val="32"/>
              </w:rPr>
              <w:t>Deckblatt</w:t>
            </w:r>
          </w:p>
        </w:tc>
        <w:tc>
          <w:tcPr>
            <w:tcW w:w="3297" w:type="dxa"/>
            <w:vAlign w:val="center"/>
          </w:tcPr>
          <w:p w:rsidR="00963D31" w:rsidRPr="00815AFA" w:rsidRDefault="00963D31" w:rsidP="00F24BED">
            <w:pPr>
              <w:jc w:val="center"/>
              <w:rPr>
                <w:b/>
                <w:sz w:val="4"/>
                <w:szCs w:val="4"/>
              </w:rPr>
            </w:pPr>
          </w:p>
          <w:p w:rsidR="00963D31" w:rsidRPr="00815AFA" w:rsidRDefault="00963D31" w:rsidP="00F24BED">
            <w:pPr>
              <w:jc w:val="center"/>
              <w:rPr>
                <w:b/>
                <w:szCs w:val="32"/>
              </w:rPr>
            </w:pPr>
            <w:r w:rsidRPr="00815AFA">
              <w:rPr>
                <w:b/>
                <w:szCs w:val="32"/>
              </w:rPr>
              <w:t>Haupttermin</w:t>
            </w:r>
          </w:p>
        </w:tc>
      </w:tr>
    </w:tbl>
    <w:p w:rsidR="00963D31" w:rsidRPr="00815AFA" w:rsidRDefault="00963D31" w:rsidP="00815AFA"/>
    <w:p w:rsidR="00963D31" w:rsidRPr="00815AFA" w:rsidRDefault="00963D31" w:rsidP="00815AFA">
      <w:pPr>
        <w:jc w:val="center"/>
        <w:rPr>
          <w:b/>
        </w:rPr>
      </w:pPr>
      <w:r w:rsidRPr="00815AFA">
        <w:rPr>
          <w:b/>
        </w:rPr>
        <w:t>Dezentrale Abschlussarbeit 2022 Mathematik</w:t>
      </w:r>
    </w:p>
    <w:p w:rsidR="00963D31" w:rsidRDefault="00963D31" w:rsidP="00815AFA">
      <w:pPr>
        <w:jc w:val="center"/>
        <w:rPr>
          <w:i/>
        </w:rPr>
      </w:pPr>
      <w:r w:rsidRPr="00815AFA">
        <w:rPr>
          <w:b/>
        </w:rPr>
        <w:t>der</w:t>
      </w:r>
      <w:r>
        <w:t xml:space="preserve"> </w:t>
      </w:r>
      <w:r>
        <w:rPr>
          <w:i/>
        </w:rPr>
        <w:t>[</w:t>
      </w:r>
      <w:r w:rsidRPr="003A36B7">
        <w:rPr>
          <w:i/>
          <w:highlight w:val="yellow"/>
        </w:rPr>
        <w:t>hier Namen der Schule einfügen</w:t>
      </w:r>
      <w:r>
        <w:rPr>
          <w:i/>
        </w:rPr>
        <w:t>]</w:t>
      </w:r>
    </w:p>
    <w:p w:rsidR="00963D31" w:rsidRDefault="00963D31" w:rsidP="00815AFA">
      <w:pPr>
        <w:jc w:val="center"/>
        <w:rPr>
          <w:i/>
        </w:rPr>
      </w:pPr>
      <w:r w:rsidRPr="00815AFA">
        <w:rPr>
          <w:b/>
        </w:rPr>
        <w:t>in</w:t>
      </w:r>
      <w:r>
        <w:t xml:space="preserve"> </w:t>
      </w:r>
      <w:r>
        <w:rPr>
          <w:i/>
        </w:rPr>
        <w:t>[</w:t>
      </w:r>
      <w:r w:rsidRPr="003A36B7">
        <w:rPr>
          <w:i/>
          <w:highlight w:val="yellow"/>
        </w:rPr>
        <w:t>hier Standort der Schule einfügen</w:t>
      </w:r>
      <w:r>
        <w:rPr>
          <w:i/>
        </w:rPr>
        <w:t>]</w:t>
      </w:r>
    </w:p>
    <w:p w:rsidR="00963D31" w:rsidRDefault="00963D31" w:rsidP="00963D31">
      <w:pPr>
        <w:jc w:val="center"/>
        <w:rPr>
          <w:b/>
          <w:i/>
          <w:sz w:val="24"/>
          <w:szCs w:val="24"/>
        </w:rPr>
      </w:pPr>
    </w:p>
    <w:tbl>
      <w:tblPr>
        <w:tblStyle w:val="Tabellenraster1"/>
        <w:tblW w:w="967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3158"/>
      </w:tblGrid>
      <w:tr w:rsidR="00963D31" w:rsidTr="001E3091">
        <w:trPr>
          <w:trHeight w:val="695"/>
        </w:trPr>
        <w:tc>
          <w:tcPr>
            <w:tcW w:w="6521" w:type="dxa"/>
            <w:vAlign w:val="bottom"/>
            <w:hideMark/>
          </w:tcPr>
          <w:p w:rsidR="00963D31" w:rsidRPr="001E3091" w:rsidRDefault="00963D31" w:rsidP="001E3091">
            <w:pPr>
              <w:tabs>
                <w:tab w:val="right" w:pos="9921"/>
              </w:tabs>
              <w:outlineLvl w:val="0"/>
              <w:rPr>
                <w:b/>
                <w:szCs w:val="32"/>
              </w:rPr>
            </w:pPr>
            <w:r w:rsidRPr="001E3091">
              <w:rPr>
                <w:b/>
                <w:szCs w:val="32"/>
              </w:rPr>
              <w:t xml:space="preserve">Name:  </w:t>
            </w:r>
            <w:r w:rsidRPr="001E3091">
              <w:rPr>
                <w:szCs w:val="32"/>
              </w:rPr>
              <w:t>____________________________</w:t>
            </w:r>
          </w:p>
        </w:tc>
        <w:tc>
          <w:tcPr>
            <w:tcW w:w="3158" w:type="dxa"/>
            <w:vAlign w:val="bottom"/>
            <w:hideMark/>
          </w:tcPr>
          <w:p w:rsidR="00963D31" w:rsidRPr="001E3091" w:rsidRDefault="00963D31" w:rsidP="00F24BED">
            <w:pPr>
              <w:tabs>
                <w:tab w:val="right" w:pos="9921"/>
              </w:tabs>
              <w:outlineLvl w:val="0"/>
              <w:rPr>
                <w:b/>
                <w:szCs w:val="32"/>
              </w:rPr>
            </w:pPr>
            <w:r w:rsidRPr="001E3091">
              <w:rPr>
                <w:b/>
                <w:szCs w:val="32"/>
              </w:rPr>
              <w:t xml:space="preserve">Klasse: </w:t>
            </w:r>
            <w:r w:rsidRPr="001E3091">
              <w:rPr>
                <w:szCs w:val="32"/>
              </w:rPr>
              <w:t>______</w:t>
            </w:r>
          </w:p>
        </w:tc>
      </w:tr>
      <w:tr w:rsidR="00963D31" w:rsidTr="001E3091">
        <w:trPr>
          <w:trHeight w:val="695"/>
        </w:trPr>
        <w:tc>
          <w:tcPr>
            <w:tcW w:w="6521" w:type="dxa"/>
            <w:vAlign w:val="bottom"/>
            <w:hideMark/>
          </w:tcPr>
          <w:p w:rsidR="00963D31" w:rsidRPr="001E3091" w:rsidRDefault="00963D31" w:rsidP="001E3091">
            <w:pPr>
              <w:tabs>
                <w:tab w:val="right" w:pos="9921"/>
              </w:tabs>
              <w:outlineLvl w:val="0"/>
              <w:rPr>
                <w:b/>
                <w:szCs w:val="32"/>
              </w:rPr>
            </w:pPr>
            <w:r w:rsidRPr="001E3091">
              <w:rPr>
                <w:b/>
                <w:szCs w:val="32"/>
              </w:rPr>
              <w:t xml:space="preserve">Datum: </w:t>
            </w:r>
            <w:r w:rsidR="001E3091">
              <w:rPr>
                <w:b/>
                <w:szCs w:val="32"/>
              </w:rPr>
              <w:t xml:space="preserve"> </w:t>
            </w:r>
            <w:r w:rsidRPr="001E3091">
              <w:rPr>
                <w:szCs w:val="32"/>
              </w:rPr>
              <w:t>_____________</w:t>
            </w:r>
            <w:r w:rsidR="001E3091">
              <w:rPr>
                <w:szCs w:val="32"/>
              </w:rPr>
              <w:t>_</w:t>
            </w:r>
            <w:r w:rsidRPr="001E3091">
              <w:rPr>
                <w:szCs w:val="32"/>
              </w:rPr>
              <w:t>______________</w:t>
            </w:r>
          </w:p>
        </w:tc>
        <w:tc>
          <w:tcPr>
            <w:tcW w:w="3158" w:type="dxa"/>
            <w:vAlign w:val="bottom"/>
          </w:tcPr>
          <w:p w:rsidR="00963D31" w:rsidRPr="001E3091" w:rsidRDefault="00963D31" w:rsidP="00F24BED">
            <w:pPr>
              <w:tabs>
                <w:tab w:val="right" w:pos="9921"/>
              </w:tabs>
              <w:outlineLvl w:val="0"/>
              <w:rPr>
                <w:b/>
                <w:szCs w:val="32"/>
              </w:rPr>
            </w:pPr>
          </w:p>
        </w:tc>
      </w:tr>
    </w:tbl>
    <w:p w:rsidR="00963D31" w:rsidRDefault="00963D31" w:rsidP="00963D31">
      <w:pPr>
        <w:jc w:val="center"/>
        <w:rPr>
          <w:rFonts w:cs="Arial"/>
          <w:sz w:val="22"/>
          <w:szCs w:val="22"/>
        </w:rPr>
      </w:pPr>
      <w:r>
        <w:t xml:space="preserve"> </w:t>
      </w:r>
    </w:p>
    <w:p w:rsidR="00963D31" w:rsidRDefault="00963D31" w:rsidP="00963D31"/>
    <w:tbl>
      <w:tblPr>
        <w:tblpPr w:leftFromText="141" w:rightFromText="141" w:bottomFromText="120" w:vertAnchor="text" w:horzAnchor="margin" w:tblpXSpec="center" w:tblpY="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0"/>
        <w:gridCol w:w="2178"/>
        <w:gridCol w:w="1949"/>
        <w:gridCol w:w="1950"/>
        <w:gridCol w:w="1949"/>
      </w:tblGrid>
      <w:tr w:rsidR="00963D31" w:rsidTr="00F24BED">
        <w:trPr>
          <w:trHeight w:val="1016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D31" w:rsidRDefault="00963D31" w:rsidP="00BE75A8"/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BE75A8">
            <w:pPr>
              <w:jc w:val="center"/>
            </w:pPr>
            <w:r>
              <w:t>Hauptteil 1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BE75A8">
            <w:pPr>
              <w:jc w:val="center"/>
            </w:pPr>
            <w:r>
              <w:t>Hauptteil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BE75A8">
            <w:pPr>
              <w:jc w:val="center"/>
            </w:pPr>
            <w:proofErr w:type="spellStart"/>
            <w:r>
              <w:t>Wahlteil</w:t>
            </w:r>
            <w:proofErr w:type="spellEnd"/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BE75A8">
            <w:pPr>
              <w:jc w:val="center"/>
            </w:pPr>
            <w:r>
              <w:t>Summe</w:t>
            </w:r>
          </w:p>
        </w:tc>
      </w:tr>
      <w:tr w:rsidR="00963D31" w:rsidTr="00F24BED">
        <w:trPr>
          <w:trHeight w:val="948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BE75A8">
            <w:r>
              <w:t>Erreichte</w:t>
            </w:r>
          </w:p>
          <w:p w:rsidR="00963D31" w:rsidRDefault="00963D31" w:rsidP="00BE75A8">
            <w:r>
              <w:t>Punktzahl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D31" w:rsidRDefault="00963D31" w:rsidP="00BE75A8">
            <w:pPr>
              <w:jc w:val="center"/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D31" w:rsidRDefault="00963D31" w:rsidP="00BE75A8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D31" w:rsidRDefault="00963D31" w:rsidP="00BE75A8">
            <w:pPr>
              <w:jc w:val="center"/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D31" w:rsidRDefault="00963D31" w:rsidP="00BE75A8">
            <w:pPr>
              <w:jc w:val="center"/>
            </w:pPr>
          </w:p>
        </w:tc>
      </w:tr>
      <w:tr w:rsidR="00963D31" w:rsidTr="00F24BED">
        <w:trPr>
          <w:trHeight w:val="1158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BE75A8">
            <w:r>
              <w:t>Mögliche</w:t>
            </w:r>
          </w:p>
          <w:p w:rsidR="00963D31" w:rsidRDefault="00963D31" w:rsidP="00BE75A8">
            <w:r>
              <w:t>Punktzahl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BE75A8">
            <w:pPr>
              <w:jc w:val="center"/>
            </w:pPr>
            <w:r>
              <w:t>28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BE75A8">
            <w:pPr>
              <w:jc w:val="center"/>
            </w:pPr>
            <w:r>
              <w:t>36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BE75A8">
            <w:pPr>
              <w:jc w:val="center"/>
            </w:pPr>
            <w:r>
              <w:t>20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BE75A8">
            <w:pPr>
              <w:jc w:val="center"/>
            </w:pPr>
            <w:r>
              <w:t>84</w:t>
            </w:r>
          </w:p>
        </w:tc>
      </w:tr>
    </w:tbl>
    <w:p w:rsidR="00963D31" w:rsidRDefault="00963D31" w:rsidP="00963D31"/>
    <w:p w:rsidR="00963D31" w:rsidRDefault="00963D31" w:rsidP="00963D31"/>
    <w:p w:rsidR="00963D31" w:rsidRDefault="00963D31" w:rsidP="00963D31"/>
    <w:p w:rsidR="00963D31" w:rsidRDefault="00963D31" w:rsidP="00BE75A8">
      <w:pPr>
        <w:pStyle w:val="berschrift3"/>
      </w:pPr>
      <w:r>
        <w:lastRenderedPageBreak/>
        <w:t>Gesamtergebnis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701"/>
        <w:gridCol w:w="1701"/>
        <w:gridCol w:w="4687"/>
      </w:tblGrid>
      <w:tr w:rsidR="00963D31" w:rsidTr="00F24BED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A8" w:rsidRPr="00BE75A8" w:rsidRDefault="00BE75A8" w:rsidP="00BE75A8">
            <w:pPr>
              <w:rPr>
                <w:sz w:val="4"/>
                <w:szCs w:val="4"/>
              </w:rPr>
            </w:pPr>
          </w:p>
          <w:p w:rsidR="00963D31" w:rsidRPr="00BE75A8" w:rsidRDefault="00963D31" w:rsidP="00BE75A8">
            <w:r w:rsidRPr="00BE75A8">
              <w:t>Erreichte</w:t>
            </w:r>
            <w:r w:rsidRPr="00BE75A8">
              <w:br/>
              <w:t>Punktzahl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A8" w:rsidRPr="00BE75A8" w:rsidRDefault="00BE75A8" w:rsidP="00BE75A8">
            <w:pPr>
              <w:rPr>
                <w:sz w:val="4"/>
                <w:szCs w:val="4"/>
              </w:rPr>
            </w:pPr>
          </w:p>
          <w:p w:rsidR="00963D31" w:rsidRPr="00BE75A8" w:rsidRDefault="00963D31" w:rsidP="00BE75A8">
            <w:r w:rsidRPr="00BE75A8">
              <w:t>Mögliche</w:t>
            </w:r>
            <w:r w:rsidRPr="00BE75A8">
              <w:br/>
              <w:t>Punktzahl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F24BED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b/>
                <w:szCs w:val="24"/>
              </w:rPr>
              <w:t>Note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D31" w:rsidRDefault="00963D31" w:rsidP="00F24BED">
            <w:pPr>
              <w:rPr>
                <w:sz w:val="24"/>
                <w:szCs w:val="24"/>
              </w:rPr>
            </w:pPr>
          </w:p>
          <w:p w:rsidR="00963D31" w:rsidRDefault="00963D31" w:rsidP="00F24BE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</w:t>
            </w:r>
            <w:r w:rsidR="00BE75A8">
              <w:rPr>
                <w:sz w:val="24"/>
                <w:szCs w:val="24"/>
              </w:rPr>
              <w:t>....</w:t>
            </w:r>
            <w:r>
              <w:rPr>
                <w:sz w:val="24"/>
                <w:szCs w:val="24"/>
              </w:rPr>
              <w:t>…..……..</w:t>
            </w:r>
          </w:p>
          <w:p w:rsidR="00963D31" w:rsidRPr="00BE75A8" w:rsidRDefault="00963D31" w:rsidP="00F24BED">
            <w:pPr>
              <w:rPr>
                <w:sz w:val="24"/>
                <w:szCs w:val="24"/>
              </w:rPr>
            </w:pPr>
            <w:r w:rsidRPr="00BE75A8">
              <w:rPr>
                <w:sz w:val="24"/>
                <w:szCs w:val="24"/>
              </w:rPr>
              <w:t>Datum, Unterschrift (1. Korrektor/-in)</w:t>
            </w:r>
          </w:p>
        </w:tc>
      </w:tr>
      <w:tr w:rsidR="00963D31" w:rsidTr="00F24BED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D31" w:rsidRDefault="00963D31" w:rsidP="00F24BE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F24BE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D31" w:rsidRDefault="00963D31" w:rsidP="00F24BE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31" w:rsidRDefault="00963D31" w:rsidP="00F24BED">
            <w:pPr>
              <w:rPr>
                <w:sz w:val="24"/>
                <w:szCs w:val="24"/>
              </w:rPr>
            </w:pPr>
          </w:p>
          <w:p w:rsidR="00963D31" w:rsidRDefault="00963D31" w:rsidP="00F24BE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</w:t>
            </w:r>
            <w:r w:rsidR="00BE75A8">
              <w:rPr>
                <w:sz w:val="24"/>
                <w:szCs w:val="24"/>
              </w:rPr>
              <w:t>....</w:t>
            </w:r>
            <w:r>
              <w:rPr>
                <w:sz w:val="24"/>
                <w:szCs w:val="24"/>
              </w:rPr>
              <w:t>…....</w:t>
            </w:r>
          </w:p>
          <w:p w:rsidR="00963D31" w:rsidRPr="00BE75A8" w:rsidRDefault="00963D31" w:rsidP="00F24BED">
            <w:pPr>
              <w:rPr>
                <w:sz w:val="24"/>
                <w:szCs w:val="24"/>
              </w:rPr>
            </w:pPr>
            <w:r w:rsidRPr="00BE75A8">
              <w:rPr>
                <w:sz w:val="24"/>
                <w:szCs w:val="24"/>
              </w:rPr>
              <w:t>Datum, Unterschrift (2. Korrektor/-in)</w:t>
            </w:r>
          </w:p>
        </w:tc>
      </w:tr>
    </w:tbl>
    <w:tbl>
      <w:tblPr>
        <w:tblStyle w:val="Tabellenraster"/>
        <w:tblpPr w:leftFromText="141" w:rightFromText="141" w:bottomFromText="120" w:vertAnchor="text" w:horzAnchor="margin" w:tblpY="1031"/>
        <w:tblW w:w="0" w:type="auto"/>
        <w:tblInd w:w="0" w:type="dxa"/>
        <w:tblLook w:val="04A0" w:firstRow="1" w:lastRow="0" w:firstColumn="1" w:lastColumn="0" w:noHBand="0" w:noVBand="1"/>
      </w:tblPr>
      <w:tblGrid>
        <w:gridCol w:w="2263"/>
        <w:gridCol w:w="1263"/>
        <w:gridCol w:w="1264"/>
        <w:gridCol w:w="1263"/>
        <w:gridCol w:w="1264"/>
        <w:gridCol w:w="1263"/>
        <w:gridCol w:w="1264"/>
      </w:tblGrid>
      <w:tr w:rsidR="00963D31" w:rsidTr="00BE75A8">
        <w:trPr>
          <w:trHeight w:hRule="exact" w:val="851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Pr="00BE75A8" w:rsidRDefault="00963D31" w:rsidP="00F24BED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BE75A8">
              <w:rPr>
                <w:b/>
              </w:rPr>
              <w:t>Notenziffer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F24BED">
            <w:pPr>
              <w:jc w:val="center"/>
            </w:pPr>
            <w: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F24BED">
            <w:pPr>
              <w:jc w:val="center"/>
            </w:pPr>
            <w:r>
              <w:t>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F24BED">
            <w:pPr>
              <w:jc w:val="center"/>
            </w:pPr>
            <w:r>
              <w:t>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F24BED">
            <w:pPr>
              <w:jc w:val="center"/>
            </w:pPr>
            <w:r>
              <w:t>4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F24BED">
            <w:pPr>
              <w:jc w:val="center"/>
            </w:pPr>
            <w:r>
              <w:t>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F24BED">
            <w:pPr>
              <w:jc w:val="center"/>
            </w:pPr>
            <w:r>
              <w:t>6</w:t>
            </w:r>
          </w:p>
        </w:tc>
      </w:tr>
      <w:tr w:rsidR="00963D31" w:rsidTr="00BE75A8">
        <w:trPr>
          <w:trHeight w:hRule="exact" w:val="851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F24BED">
            <w:pPr>
              <w:jc w:val="center"/>
            </w:pPr>
            <w:r>
              <w:t>ab … Punkte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F24BED">
            <w:pPr>
              <w:jc w:val="center"/>
            </w:pPr>
            <w:r>
              <w:t>72,5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F24BED">
            <w:pPr>
              <w:jc w:val="center"/>
            </w:pPr>
            <w:r>
              <w:t>61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F24BED">
            <w:pPr>
              <w:jc w:val="center"/>
            </w:pPr>
            <w:r>
              <w:t>49,5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F24BED">
            <w:pPr>
              <w:jc w:val="center"/>
            </w:pPr>
            <w:r>
              <w:t>38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F24BED">
            <w:pPr>
              <w:jc w:val="center"/>
            </w:pPr>
            <w:r>
              <w:t>17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F24BED">
            <w:pPr>
              <w:jc w:val="center"/>
            </w:pPr>
            <w:r>
              <w:t>0</w:t>
            </w:r>
          </w:p>
        </w:tc>
      </w:tr>
    </w:tbl>
    <w:p w:rsidR="00963D31" w:rsidRDefault="00963D31" w:rsidP="00963D31">
      <w:pPr>
        <w:rPr>
          <w:rFonts w:cs="Arial"/>
          <w:sz w:val="22"/>
          <w:szCs w:val="22"/>
        </w:rPr>
      </w:pPr>
    </w:p>
    <w:p w:rsidR="00963D31" w:rsidRDefault="00963D31" w:rsidP="00963D31"/>
    <w:p w:rsidR="00AF4E0B" w:rsidRDefault="00AF4E0B" w:rsidP="00AF4E0B"/>
    <w:p w:rsidR="00AF4E0B" w:rsidRDefault="00AF4E0B" w:rsidP="00AF4E0B"/>
    <w:p w:rsidR="00AF4E0B" w:rsidRPr="00FD06EC" w:rsidRDefault="00AF4E0B" w:rsidP="00AF4E0B">
      <w:pPr>
        <w:pStyle w:val="berschrift4"/>
        <w:rPr>
          <w:color w:val="00B050"/>
        </w:rPr>
      </w:pPr>
      <w:r w:rsidRPr="00FD06EC">
        <w:rPr>
          <w:color w:val="00B050"/>
        </w:rPr>
        <w:t>Hinweis:</w:t>
      </w:r>
    </w:p>
    <w:p w:rsidR="00AF4E0B" w:rsidRPr="00FD06EC" w:rsidRDefault="00AF4E0B" w:rsidP="00AF4E0B">
      <w:pPr>
        <w:rPr>
          <w:color w:val="00B050"/>
          <w:szCs w:val="32"/>
        </w:rPr>
      </w:pPr>
      <w:r w:rsidRPr="00FD06EC">
        <w:rPr>
          <w:color w:val="00B050"/>
          <w:szCs w:val="32"/>
        </w:rPr>
        <w:t>Die Quelle aller Grafiken/Bilder in dieser Abschlussarbeit ist:</w:t>
      </w:r>
      <w:r w:rsidRPr="00FD06EC">
        <w:rPr>
          <w:color w:val="00B050"/>
          <w:szCs w:val="32"/>
        </w:rPr>
        <w:br/>
        <w:t>MK Niedersachsen</w:t>
      </w:r>
    </w:p>
    <w:p w:rsidR="00AF4E0B" w:rsidRDefault="00AF4E0B" w:rsidP="00AF4E0B">
      <w:pPr>
        <w:rPr>
          <w:szCs w:val="32"/>
        </w:rPr>
      </w:pPr>
    </w:p>
    <w:p w:rsidR="00AF4E0B" w:rsidRPr="00093FBB" w:rsidRDefault="00AF4E0B" w:rsidP="00AF4E0B">
      <w:pPr>
        <w:rPr>
          <w:i/>
        </w:rPr>
      </w:pPr>
      <w:r w:rsidRPr="00093FBB">
        <w:rPr>
          <w:i/>
          <w:color w:val="FF0000"/>
        </w:rPr>
        <w:t>Alle Grafiken</w:t>
      </w:r>
      <w:r w:rsidR="0073241B" w:rsidRPr="00093FBB">
        <w:rPr>
          <w:i/>
          <w:color w:val="FF0000"/>
        </w:rPr>
        <w:t xml:space="preserve"> die für die Aufgaben relevant sind,</w:t>
      </w:r>
      <w:r w:rsidRPr="00093FBB">
        <w:rPr>
          <w:i/>
          <w:color w:val="FF0000"/>
        </w:rPr>
        <w:t xml:space="preserve"> wurden noch einmal als separate Datei mit beigefügt.</w:t>
      </w:r>
    </w:p>
    <w:p w:rsidR="00BE75A8" w:rsidRDefault="00BE75A8">
      <w:pPr>
        <w:spacing w:after="0" w:line="240" w:lineRule="auto"/>
        <w:rPr>
          <w:rFonts w:eastAsia="Calibri" w:cs="Arial"/>
          <w:bCs/>
          <w:kern w:val="32"/>
          <w:sz w:val="30"/>
          <w:szCs w:val="32"/>
        </w:rPr>
      </w:pPr>
      <w:r>
        <w:rPr>
          <w:b/>
        </w:rPr>
        <w:br w:type="page"/>
      </w:r>
    </w:p>
    <w:tbl>
      <w:tblPr>
        <w:tblStyle w:val="Tabellenraster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298"/>
        <w:gridCol w:w="3296"/>
        <w:gridCol w:w="3297"/>
      </w:tblGrid>
      <w:tr w:rsidR="00E85D00" w:rsidRPr="00815AFA" w:rsidTr="00F24BED">
        <w:tc>
          <w:tcPr>
            <w:tcW w:w="3298" w:type="dxa"/>
            <w:vAlign w:val="center"/>
          </w:tcPr>
          <w:p w:rsidR="00E85D00" w:rsidRPr="00815AFA" w:rsidRDefault="00E85D00" w:rsidP="00F24BED">
            <w:pPr>
              <w:jc w:val="center"/>
              <w:rPr>
                <w:b/>
                <w:sz w:val="4"/>
                <w:szCs w:val="4"/>
              </w:rPr>
            </w:pPr>
          </w:p>
          <w:p w:rsidR="00E85D00" w:rsidRPr="00815AFA" w:rsidRDefault="00E85D00" w:rsidP="00F24BED">
            <w:pPr>
              <w:jc w:val="center"/>
              <w:rPr>
                <w:b/>
                <w:szCs w:val="32"/>
              </w:rPr>
            </w:pPr>
            <w:r w:rsidRPr="00815AFA">
              <w:rPr>
                <w:b/>
                <w:szCs w:val="32"/>
              </w:rPr>
              <w:t>Abschlussarbeit 2022</w:t>
            </w:r>
          </w:p>
        </w:tc>
        <w:tc>
          <w:tcPr>
            <w:tcW w:w="3296" w:type="dxa"/>
            <w:vAlign w:val="center"/>
          </w:tcPr>
          <w:p w:rsidR="00E85D00" w:rsidRPr="00815AFA" w:rsidRDefault="00E85D00" w:rsidP="00F24BED">
            <w:pPr>
              <w:jc w:val="center"/>
              <w:rPr>
                <w:b/>
                <w:sz w:val="4"/>
                <w:szCs w:val="4"/>
              </w:rPr>
            </w:pPr>
          </w:p>
          <w:p w:rsidR="00E85D00" w:rsidRPr="00815AFA" w:rsidRDefault="00E85D00" w:rsidP="00F24BED">
            <w:pPr>
              <w:jc w:val="center"/>
              <w:rPr>
                <w:b/>
                <w:szCs w:val="32"/>
              </w:rPr>
            </w:pPr>
            <w:r w:rsidRPr="00815AFA">
              <w:rPr>
                <w:b/>
                <w:szCs w:val="32"/>
              </w:rPr>
              <w:t>Mathematik</w:t>
            </w:r>
          </w:p>
        </w:tc>
        <w:tc>
          <w:tcPr>
            <w:tcW w:w="3297" w:type="dxa"/>
            <w:vAlign w:val="center"/>
          </w:tcPr>
          <w:p w:rsidR="00E85D00" w:rsidRPr="00815AFA" w:rsidRDefault="00E85D00" w:rsidP="00F24BED">
            <w:pPr>
              <w:jc w:val="center"/>
              <w:rPr>
                <w:b/>
                <w:sz w:val="4"/>
                <w:szCs w:val="4"/>
              </w:rPr>
            </w:pPr>
          </w:p>
          <w:p w:rsidR="00E85D00" w:rsidRPr="00815AFA" w:rsidRDefault="00E85D00" w:rsidP="00F24BED">
            <w:pPr>
              <w:jc w:val="center"/>
              <w:rPr>
                <w:b/>
                <w:szCs w:val="32"/>
              </w:rPr>
            </w:pPr>
            <w:r w:rsidRPr="00815AFA">
              <w:rPr>
                <w:b/>
                <w:szCs w:val="32"/>
              </w:rPr>
              <w:t>Material für Prüflinge</w:t>
            </w:r>
          </w:p>
        </w:tc>
      </w:tr>
      <w:tr w:rsidR="00E85D00" w:rsidRPr="00815AFA" w:rsidTr="00F24BED">
        <w:tc>
          <w:tcPr>
            <w:tcW w:w="3298" w:type="dxa"/>
            <w:vAlign w:val="center"/>
          </w:tcPr>
          <w:p w:rsidR="00E85D00" w:rsidRPr="00815AFA" w:rsidRDefault="00E85D00" w:rsidP="00F24BED">
            <w:pPr>
              <w:jc w:val="center"/>
              <w:rPr>
                <w:b/>
                <w:sz w:val="4"/>
                <w:szCs w:val="4"/>
              </w:rPr>
            </w:pPr>
          </w:p>
          <w:p w:rsidR="00E85D00" w:rsidRPr="00815AFA" w:rsidRDefault="00E85D00" w:rsidP="00F24BED">
            <w:pPr>
              <w:jc w:val="center"/>
              <w:rPr>
                <w:b/>
                <w:szCs w:val="32"/>
              </w:rPr>
            </w:pPr>
            <w:r w:rsidRPr="00815AFA">
              <w:rPr>
                <w:b/>
                <w:szCs w:val="32"/>
              </w:rPr>
              <w:t>Realschule</w:t>
            </w:r>
          </w:p>
        </w:tc>
        <w:tc>
          <w:tcPr>
            <w:tcW w:w="3296" w:type="dxa"/>
            <w:vAlign w:val="center"/>
          </w:tcPr>
          <w:p w:rsidR="00E85D00" w:rsidRPr="00815AFA" w:rsidRDefault="00E85D00" w:rsidP="00F24BED">
            <w:pPr>
              <w:jc w:val="center"/>
              <w:rPr>
                <w:b/>
                <w:sz w:val="4"/>
                <w:szCs w:val="4"/>
              </w:rPr>
            </w:pPr>
          </w:p>
          <w:p w:rsidR="00E85D00" w:rsidRPr="00815AFA" w:rsidRDefault="00E85D00" w:rsidP="00F24BED">
            <w:pPr>
              <w:jc w:val="center"/>
              <w:rPr>
                <w:b/>
                <w:szCs w:val="32"/>
              </w:rPr>
            </w:pPr>
            <w:r w:rsidRPr="00E85D00">
              <w:rPr>
                <w:b/>
                <w:szCs w:val="32"/>
              </w:rPr>
              <w:t xml:space="preserve">Hauptteil 1 </w:t>
            </w:r>
            <w:r>
              <w:rPr>
                <w:b/>
                <w:szCs w:val="32"/>
              </w:rPr>
              <w:br/>
            </w:r>
            <w:r w:rsidRPr="00E85D00">
              <w:rPr>
                <w:b/>
                <w:szCs w:val="32"/>
              </w:rPr>
              <w:t>(ohne Hilfsmittel)</w:t>
            </w:r>
          </w:p>
        </w:tc>
        <w:tc>
          <w:tcPr>
            <w:tcW w:w="3297" w:type="dxa"/>
            <w:vAlign w:val="center"/>
          </w:tcPr>
          <w:p w:rsidR="00E85D00" w:rsidRPr="00815AFA" w:rsidRDefault="00E85D00" w:rsidP="00F24BED">
            <w:pPr>
              <w:jc w:val="center"/>
              <w:rPr>
                <w:b/>
                <w:sz w:val="4"/>
                <w:szCs w:val="4"/>
              </w:rPr>
            </w:pPr>
          </w:p>
          <w:p w:rsidR="00E85D00" w:rsidRPr="00815AFA" w:rsidRDefault="00E85D00" w:rsidP="00F24BED">
            <w:pPr>
              <w:jc w:val="center"/>
              <w:rPr>
                <w:b/>
                <w:szCs w:val="32"/>
              </w:rPr>
            </w:pPr>
            <w:r w:rsidRPr="00815AFA">
              <w:rPr>
                <w:b/>
                <w:szCs w:val="32"/>
              </w:rPr>
              <w:t>Haupttermin</w:t>
            </w:r>
          </w:p>
        </w:tc>
      </w:tr>
    </w:tbl>
    <w:p w:rsidR="00E85D00" w:rsidRDefault="00E85D00" w:rsidP="00BE75A8">
      <w:pPr>
        <w:rPr>
          <w:b/>
          <w:sz w:val="36"/>
          <w:szCs w:val="36"/>
        </w:rPr>
      </w:pPr>
    </w:p>
    <w:p w:rsidR="00963D31" w:rsidRDefault="00963D31" w:rsidP="00BE75A8">
      <w:r w:rsidRPr="00BE75A8">
        <w:rPr>
          <w:b/>
          <w:sz w:val="36"/>
          <w:szCs w:val="36"/>
        </w:rPr>
        <w:t>Wichtiger Hinweis:</w:t>
      </w:r>
      <w:r w:rsidRPr="00BE75A8">
        <w:rPr>
          <w:b/>
        </w:rPr>
        <w:t xml:space="preserve"> </w:t>
      </w:r>
      <w:r w:rsidR="00BE75A8">
        <w:br/>
      </w:r>
      <w:r>
        <w:t>Bearbeite alle Aufgaben auf den Aufgabenblättern.</w:t>
      </w:r>
    </w:p>
    <w:p w:rsidR="00BE75A8" w:rsidRDefault="00BE75A8" w:rsidP="00BE75A8"/>
    <w:p w:rsidR="00963D31" w:rsidRDefault="00963D31" w:rsidP="00BE75A8">
      <w:pPr>
        <w:pStyle w:val="berschrift4"/>
      </w:pPr>
      <w:r>
        <w:t>Aufgabe 1</w:t>
      </w:r>
    </w:p>
    <w:p w:rsidR="00963D31" w:rsidRDefault="00963D31" w:rsidP="00963D31">
      <w:r>
        <w:t>Ergänze die fehlenden Zahlen in den Lücken.</w:t>
      </w:r>
    </w:p>
    <w:p w:rsidR="00AF4E0B" w:rsidRDefault="00AF4E0B" w:rsidP="00AF4E0B">
      <w:pPr>
        <w:pStyle w:val="Liste"/>
      </w:pPr>
      <w:r>
        <w:t>a)</w:t>
      </w:r>
      <w:r>
        <w:tab/>
        <w:t>_</w:t>
      </w:r>
      <w:r w:rsidRPr="00026392">
        <w:rPr>
          <w:highlight w:val="yellow"/>
        </w:rPr>
        <w:t>...</w:t>
      </w:r>
      <w:r>
        <w:t xml:space="preserve">_ </w:t>
      </w:r>
      <w:r>
        <w:sym w:font="Symbol" w:char="F0D7"/>
      </w:r>
      <w:r>
        <w:t xml:space="preserve"> 6 = 72</w:t>
      </w:r>
    </w:p>
    <w:p w:rsidR="00AF4E0B" w:rsidRDefault="00AF4E0B" w:rsidP="00AF4E0B">
      <w:pPr>
        <w:pStyle w:val="Liste"/>
      </w:pPr>
      <w:r>
        <w:t>b)</w:t>
      </w:r>
      <w:r>
        <w:tab/>
        <w:t>2,7 + 1,6 = _</w:t>
      </w:r>
      <w:r w:rsidRPr="00026392">
        <w:rPr>
          <w:highlight w:val="yellow"/>
        </w:rPr>
        <w:t>...</w:t>
      </w:r>
      <w:r>
        <w:t>_</w:t>
      </w:r>
    </w:p>
    <w:p w:rsidR="00AF4E0B" w:rsidRDefault="00AF4E0B" w:rsidP="00AF4E0B">
      <w:pPr>
        <w:pStyle w:val="Liste"/>
      </w:pPr>
      <w:r>
        <w:t>c)</w:t>
      </w:r>
      <w:r>
        <w:tab/>
        <w:t>_</w:t>
      </w:r>
      <w:r w:rsidRPr="00026392">
        <w:rPr>
          <w:highlight w:val="yellow"/>
        </w:rPr>
        <w:t>...</w:t>
      </w:r>
      <w:r>
        <w:t xml:space="preserve">_ </w:t>
      </w:r>
      <w:r>
        <w:sym w:font="Symbol" w:char="F02D"/>
      </w:r>
      <w:r>
        <w:t xml:space="preserve"> (9 + 4) = 17</w:t>
      </w:r>
    </w:p>
    <w:p w:rsidR="00AF4E0B" w:rsidRDefault="00AF4E0B" w:rsidP="00AF4E0B">
      <w:pPr>
        <w:pStyle w:val="Liste"/>
      </w:pPr>
      <w:r>
        <w:t>d)</w:t>
      </w:r>
      <w:r>
        <w:tab/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m:rPr>
                <m:nor/>
              </m:rPr>
              <w:rPr>
                <w:sz w:val="36"/>
                <w:szCs w:val="28"/>
              </w:rPr>
              <m:t>1</m:t>
            </m:r>
          </m:num>
          <m:den>
            <m:r>
              <m:rPr>
                <m:nor/>
              </m:rPr>
              <w:rPr>
                <w:sz w:val="36"/>
                <w:szCs w:val="28"/>
              </w:rPr>
              <m:t>2</m:t>
            </m:r>
          </m:den>
        </m:f>
      </m:oMath>
      <w:r>
        <w:t xml:space="preserve"> </w:t>
      </w:r>
      <w:r>
        <w:rPr>
          <w:rFonts w:eastAsiaTheme="minorEastAsia"/>
        </w:rPr>
        <w:t xml:space="preserve">: 2 = </w:t>
      </w:r>
      <w:r>
        <w:t>_</w:t>
      </w:r>
      <w:r w:rsidRPr="00026392">
        <w:rPr>
          <w:highlight w:val="yellow"/>
        </w:rPr>
        <w:t>...</w:t>
      </w:r>
      <w:r>
        <w:t>_</w:t>
      </w:r>
    </w:p>
    <w:p w:rsidR="00963D31" w:rsidRPr="00026392" w:rsidRDefault="00963D31" w:rsidP="00963D31">
      <w:pPr>
        <w:rPr>
          <w:rFonts w:cs="Arial"/>
          <w:szCs w:val="32"/>
        </w:rPr>
      </w:pPr>
    </w:p>
    <w:p w:rsidR="00963D31" w:rsidRDefault="00963D31" w:rsidP="00026392">
      <w:pPr>
        <w:pStyle w:val="berschrift4"/>
      </w:pPr>
      <w:r>
        <w:t>Aufgabe 2</w:t>
      </w:r>
    </w:p>
    <w:p w:rsidR="00963D31" w:rsidRDefault="00963D31" w:rsidP="00963D31">
      <w:r>
        <w:t>Berechne.</w:t>
      </w:r>
    </w:p>
    <w:p w:rsidR="00963D31" w:rsidRDefault="00026392" w:rsidP="00026392">
      <w:pPr>
        <w:pStyle w:val="Liste"/>
        <w:rPr>
          <w:rFonts w:eastAsiaTheme="minorHAnsi"/>
        </w:rPr>
      </w:pPr>
      <w:r>
        <w:rPr>
          <w:rFonts w:eastAsiaTheme="minorHAnsi"/>
        </w:rPr>
        <w:t>a)</w:t>
      </w:r>
      <w:r>
        <w:rPr>
          <w:rFonts w:eastAsiaTheme="minorHAnsi"/>
        </w:rPr>
        <w:tab/>
      </w:r>
      <w:r w:rsidR="00963D31">
        <w:rPr>
          <w:rFonts w:eastAsiaTheme="minorHAnsi"/>
        </w:rPr>
        <w:t>2,3 k</w:t>
      </w:r>
      <w:r w:rsidR="00963D31">
        <w:t xml:space="preserve">m + 840 m = </w:t>
      </w:r>
      <w:r>
        <w:t>_</w:t>
      </w:r>
      <w:r w:rsidRPr="00026392">
        <w:rPr>
          <w:highlight w:val="yellow"/>
        </w:rPr>
        <w:t>...</w:t>
      </w:r>
      <w:r>
        <w:t>_</w:t>
      </w:r>
      <w:r w:rsidR="00963D31">
        <w:t xml:space="preserve"> km</w:t>
      </w:r>
    </w:p>
    <w:p w:rsidR="00963D31" w:rsidRDefault="00026392" w:rsidP="00026392">
      <w:pPr>
        <w:pStyle w:val="Liste"/>
        <w:rPr>
          <w:rFonts w:eastAsiaTheme="minorHAnsi"/>
        </w:rPr>
      </w:pPr>
      <w:r>
        <w:t>b)</w:t>
      </w:r>
      <w:r>
        <w:tab/>
      </w:r>
      <w:r w:rsidR="00963D31">
        <w:t xml:space="preserve">0,5 t + </w:t>
      </w:r>
      <w:r>
        <w:t>_</w:t>
      </w:r>
      <w:r w:rsidRPr="00026392">
        <w:rPr>
          <w:highlight w:val="yellow"/>
        </w:rPr>
        <w:t>...</w:t>
      </w:r>
      <w:r>
        <w:t>_</w:t>
      </w:r>
      <w:r w:rsidR="00963D31">
        <w:t xml:space="preserve"> kg = 0,520 t</w:t>
      </w:r>
    </w:p>
    <w:p w:rsidR="00AF4E0B" w:rsidRDefault="00AF4E0B">
      <w:pPr>
        <w:spacing w:after="0" w:line="240" w:lineRule="auto"/>
        <w:rPr>
          <w:rFonts w:eastAsia="Times New Roman"/>
          <w:lang w:eastAsia="de-DE"/>
        </w:rPr>
      </w:pPr>
      <w:r>
        <w:rPr>
          <w:rFonts w:eastAsia="Times New Roman"/>
          <w:lang w:eastAsia="de-DE"/>
        </w:rPr>
        <w:br w:type="page"/>
      </w:r>
    </w:p>
    <w:p w:rsidR="00963D31" w:rsidRDefault="00963D31" w:rsidP="00026392">
      <w:pPr>
        <w:pStyle w:val="berschrift4"/>
      </w:pPr>
      <w:r>
        <w:lastRenderedPageBreak/>
        <w:t>Aufgabe 3</w:t>
      </w:r>
    </w:p>
    <w:p w:rsidR="00963D31" w:rsidRDefault="00963D31" w:rsidP="00963D31">
      <w:r>
        <w:t xml:space="preserve">Kreuze die richtige Größe für den Flächeninhalt </w:t>
      </w:r>
      <w:r w:rsidR="0073241B">
        <w:br/>
      </w:r>
      <w:r>
        <w:t>eines DIN-A4-Blattes an.</w:t>
      </w:r>
    </w:p>
    <w:p w:rsidR="00963D31" w:rsidRDefault="00963D31" w:rsidP="00963D31"/>
    <w:tbl>
      <w:tblPr>
        <w:tblStyle w:val="Tabellenraster"/>
        <w:tblW w:w="0" w:type="auto"/>
        <w:tblInd w:w="704" w:type="dxa"/>
        <w:tblLook w:val="04A0" w:firstRow="1" w:lastRow="0" w:firstColumn="1" w:lastColumn="0" w:noHBand="0" w:noVBand="1"/>
      </w:tblPr>
      <w:tblGrid>
        <w:gridCol w:w="1880"/>
        <w:gridCol w:w="1880"/>
        <w:gridCol w:w="1880"/>
        <w:gridCol w:w="1880"/>
      </w:tblGrid>
      <w:tr w:rsidR="00963D31" w:rsidTr="00F24BED">
        <w:trPr>
          <w:trHeight w:val="567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F24BED">
            <w:pPr>
              <w:spacing w:after="0" w:line="240" w:lineRule="auto"/>
              <w:jc w:val="center"/>
            </w:pPr>
            <w:r>
              <w:t>6,24 cm²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F24BED">
            <w:pPr>
              <w:spacing w:after="0" w:line="240" w:lineRule="auto"/>
              <w:jc w:val="center"/>
            </w:pPr>
            <w:r>
              <w:t>62,4 cm²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F24BED">
            <w:pPr>
              <w:spacing w:after="0" w:line="240" w:lineRule="auto"/>
              <w:jc w:val="center"/>
            </w:pPr>
            <w:r>
              <w:t>624 cm²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F24BED">
            <w:pPr>
              <w:spacing w:after="0" w:line="240" w:lineRule="auto"/>
              <w:jc w:val="center"/>
            </w:pPr>
            <w:r>
              <w:t>6</w:t>
            </w:r>
            <w:r w:rsidR="00E81C8B">
              <w:t>.</w:t>
            </w:r>
            <w:r>
              <w:t>240 cm²</w:t>
            </w:r>
          </w:p>
        </w:tc>
      </w:tr>
      <w:tr w:rsidR="00963D31" w:rsidTr="00F24BED">
        <w:trPr>
          <w:trHeight w:val="567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Pr="00026392" w:rsidRDefault="00026392" w:rsidP="00F24BED">
            <w:pPr>
              <w:spacing w:after="0" w:line="240" w:lineRule="auto"/>
              <w:jc w:val="center"/>
              <w:rPr>
                <w:szCs w:val="32"/>
              </w:rPr>
            </w:pPr>
            <w:r w:rsidRPr="00026392">
              <w:rPr>
                <w:szCs w:val="32"/>
              </w:rPr>
              <w:t>_</w:t>
            </w:r>
            <w:r w:rsidRPr="00026392">
              <w:rPr>
                <w:szCs w:val="32"/>
                <w:highlight w:val="yellow"/>
              </w:rPr>
              <w:t>...</w:t>
            </w:r>
            <w:r w:rsidRPr="00026392">
              <w:rPr>
                <w:szCs w:val="32"/>
              </w:rPr>
              <w:t>_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Pr="00026392" w:rsidRDefault="00026392" w:rsidP="00F24BED">
            <w:pPr>
              <w:spacing w:after="0" w:line="240" w:lineRule="auto"/>
              <w:jc w:val="center"/>
              <w:rPr>
                <w:szCs w:val="32"/>
              </w:rPr>
            </w:pPr>
            <w:r w:rsidRPr="00026392">
              <w:rPr>
                <w:szCs w:val="32"/>
              </w:rPr>
              <w:t>_</w:t>
            </w:r>
            <w:r w:rsidRPr="00026392">
              <w:rPr>
                <w:szCs w:val="32"/>
                <w:highlight w:val="yellow"/>
              </w:rPr>
              <w:t>...</w:t>
            </w:r>
            <w:r w:rsidRPr="00026392">
              <w:rPr>
                <w:szCs w:val="32"/>
              </w:rPr>
              <w:t>_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Pr="00026392" w:rsidRDefault="00026392" w:rsidP="00F24BED">
            <w:pPr>
              <w:spacing w:after="0" w:line="240" w:lineRule="auto"/>
              <w:jc w:val="center"/>
              <w:rPr>
                <w:szCs w:val="32"/>
              </w:rPr>
            </w:pPr>
            <w:r w:rsidRPr="00026392">
              <w:rPr>
                <w:szCs w:val="32"/>
              </w:rPr>
              <w:t>_</w:t>
            </w:r>
            <w:r w:rsidRPr="00026392">
              <w:rPr>
                <w:szCs w:val="32"/>
                <w:highlight w:val="yellow"/>
              </w:rPr>
              <w:t>...</w:t>
            </w:r>
            <w:r w:rsidRPr="00026392">
              <w:rPr>
                <w:szCs w:val="32"/>
              </w:rPr>
              <w:t>_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Pr="00026392" w:rsidRDefault="00026392" w:rsidP="00F24BED">
            <w:pPr>
              <w:spacing w:after="0" w:line="240" w:lineRule="auto"/>
              <w:jc w:val="center"/>
              <w:rPr>
                <w:szCs w:val="32"/>
              </w:rPr>
            </w:pPr>
            <w:r w:rsidRPr="00026392">
              <w:rPr>
                <w:szCs w:val="32"/>
              </w:rPr>
              <w:t>_</w:t>
            </w:r>
            <w:r w:rsidRPr="00026392">
              <w:rPr>
                <w:szCs w:val="32"/>
                <w:highlight w:val="yellow"/>
              </w:rPr>
              <w:t>...</w:t>
            </w:r>
            <w:r w:rsidRPr="00026392">
              <w:rPr>
                <w:szCs w:val="32"/>
              </w:rPr>
              <w:t>_</w:t>
            </w:r>
          </w:p>
        </w:tc>
      </w:tr>
    </w:tbl>
    <w:p w:rsidR="00963D31" w:rsidRDefault="00963D31" w:rsidP="00963D31"/>
    <w:tbl>
      <w:tblPr>
        <w:tblStyle w:val="Tabellenraster"/>
        <w:tblpPr w:leftFromText="113" w:rightFromText="113" w:bottomFromText="120" w:vertAnchor="text" w:horzAnchor="margin" w:tblpXSpec="right" w:tblpY="1333"/>
        <w:tblW w:w="0" w:type="auto"/>
        <w:tblInd w:w="0" w:type="dxa"/>
        <w:tblLook w:val="04A0" w:firstRow="1" w:lastRow="0" w:firstColumn="1" w:lastColumn="0" w:noHBand="0" w:noVBand="1"/>
      </w:tblPr>
      <w:tblGrid>
        <w:gridCol w:w="3454"/>
        <w:gridCol w:w="782"/>
        <w:gridCol w:w="782"/>
        <w:gridCol w:w="764"/>
        <w:gridCol w:w="782"/>
        <w:gridCol w:w="782"/>
        <w:gridCol w:w="782"/>
        <w:gridCol w:w="597"/>
      </w:tblGrid>
      <w:tr w:rsidR="0015630E" w:rsidTr="0015630E">
        <w:trPr>
          <w:trHeight w:val="703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2" w:rsidRDefault="00026392" w:rsidP="00AF4E0B"/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2" w:rsidRDefault="00026392" w:rsidP="00AF4E0B">
            <w:r>
              <w:t>1a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2" w:rsidRDefault="00026392" w:rsidP="00AF4E0B">
            <w:r>
              <w:t>1b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2" w:rsidRDefault="00026392" w:rsidP="00AF4E0B">
            <w:r>
              <w:t>1c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2" w:rsidRDefault="00026392" w:rsidP="00AF4E0B">
            <w:r>
              <w:t>1d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2" w:rsidRDefault="00026392" w:rsidP="00AF4E0B">
            <w:r>
              <w:t>2a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2" w:rsidRDefault="00026392" w:rsidP="00AF4E0B">
            <w:r>
              <w:t>2b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2" w:rsidRDefault="00026392" w:rsidP="00AF4E0B">
            <w:r>
              <w:t>3</w:t>
            </w:r>
          </w:p>
        </w:tc>
      </w:tr>
      <w:tr w:rsidR="0015630E" w:rsidTr="0015630E">
        <w:trPr>
          <w:trHeight w:val="703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2" w:rsidRDefault="00026392" w:rsidP="00AF4E0B">
            <w:r>
              <w:t>Erreichte Punktzahl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2" w:rsidRDefault="00026392" w:rsidP="00AF4E0B"/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2" w:rsidRDefault="00026392" w:rsidP="00AF4E0B"/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2" w:rsidRDefault="00026392" w:rsidP="00AF4E0B"/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2" w:rsidRDefault="00026392" w:rsidP="00AF4E0B"/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2" w:rsidRDefault="00026392" w:rsidP="00AF4E0B"/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2" w:rsidRDefault="00026392" w:rsidP="00AF4E0B"/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2" w:rsidRDefault="00026392" w:rsidP="00AF4E0B"/>
        </w:tc>
      </w:tr>
      <w:tr w:rsidR="0015630E" w:rsidTr="0015630E">
        <w:trPr>
          <w:trHeight w:val="703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2" w:rsidRDefault="00026392" w:rsidP="00AF4E0B">
            <w:r>
              <w:t>Mögliche Punktzahl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2" w:rsidRDefault="00026392" w:rsidP="00AF4E0B">
            <w: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2" w:rsidRDefault="00026392" w:rsidP="00AF4E0B">
            <w:r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2" w:rsidRDefault="00026392" w:rsidP="00AF4E0B">
            <w: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2" w:rsidRDefault="00026392" w:rsidP="00AF4E0B">
            <w: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2" w:rsidRDefault="00026392" w:rsidP="00AF4E0B">
            <w: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2" w:rsidRDefault="00026392" w:rsidP="00AF4E0B">
            <w:r>
              <w:t>1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2" w:rsidRDefault="00026392" w:rsidP="00AF4E0B">
            <w:r>
              <w:t>1</w:t>
            </w:r>
          </w:p>
        </w:tc>
      </w:tr>
    </w:tbl>
    <w:p w:rsidR="00026392" w:rsidRDefault="00026392" w:rsidP="00026392"/>
    <w:p w:rsidR="00AF4E0B" w:rsidRDefault="00AF4E0B" w:rsidP="00026392"/>
    <w:p w:rsidR="00AF4E0B" w:rsidRPr="00026392" w:rsidRDefault="00AF4E0B" w:rsidP="00026392"/>
    <w:p w:rsidR="00026392" w:rsidRDefault="00026392">
      <w:pPr>
        <w:spacing w:after="0" w:line="240" w:lineRule="auto"/>
        <w:rPr>
          <w:rFonts w:eastAsia="Calibri" w:cs="Arial"/>
          <w:bCs/>
          <w:kern w:val="32"/>
          <w:sz w:val="30"/>
          <w:szCs w:val="32"/>
        </w:rPr>
      </w:pPr>
      <w:r>
        <w:rPr>
          <w:b/>
        </w:rPr>
        <w:br w:type="page"/>
      </w:r>
    </w:p>
    <w:p w:rsidR="00963D31" w:rsidRDefault="00963D31" w:rsidP="00026392">
      <w:pPr>
        <w:pStyle w:val="berschrift4"/>
      </w:pPr>
      <w:r>
        <w:lastRenderedPageBreak/>
        <w:t>Aufgabe 4</w:t>
      </w:r>
    </w:p>
    <w:p w:rsidR="00963D31" w:rsidRDefault="00963D31" w:rsidP="00026392">
      <w:r>
        <w:t>Der Pfeil zeigt auf eine Zahl.</w:t>
      </w:r>
    </w:p>
    <w:bookmarkStart w:id="0" w:name="_Hlk22200239"/>
    <w:p w:rsidR="00963D31" w:rsidRDefault="007671E0" w:rsidP="00963D31">
      <w:pPr>
        <w:rPr>
          <w:rFonts w:eastAsia="Times New Roman"/>
          <w:lang w:eastAsia="de-DE"/>
        </w:rPr>
      </w:pPr>
      <w:r>
        <w:rPr>
          <w:rFonts w:eastAsia="Times New Roman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7274</wp:posOffset>
                </wp:positionH>
                <wp:positionV relativeFrom="paragraph">
                  <wp:posOffset>232352</wp:posOffset>
                </wp:positionV>
                <wp:extent cx="6296025" cy="1710690"/>
                <wp:effectExtent l="0" t="0" r="9525" b="3810"/>
                <wp:wrapNone/>
                <wp:docPr id="27" name="Gruppieren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6025" cy="1710690"/>
                          <a:chOff x="0" y="0"/>
                          <a:chExt cx="6296025" cy="1710690"/>
                        </a:xfrm>
                      </wpg:grpSpPr>
                      <pic:pic xmlns:pic="http://schemas.openxmlformats.org/drawingml/2006/picture">
                        <pic:nvPicPr>
                          <pic:cNvPr id="25" name="Grafik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6025" cy="1710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Pfeil nach unten 26"/>
                        <wps:cNvSpPr/>
                        <wps:spPr>
                          <a:xfrm>
                            <a:off x="2126672" y="630382"/>
                            <a:ext cx="262890" cy="476250"/>
                          </a:xfrm>
                          <a:prstGeom prst="downArrow">
                            <a:avLst/>
                          </a:prstGeom>
                          <a:solidFill>
                            <a:srgbClr val="FF00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946563" y="228600"/>
                            <a:ext cx="962660" cy="4083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671E0" w:rsidRDefault="007671E0">
                              <w:r>
                                <w:t>_</w:t>
                              </w:r>
                              <w:r w:rsidRPr="007671E0">
                                <w:rPr>
                                  <w:highlight w:val="yellow"/>
                                </w:rPr>
                                <w:t>...</w:t>
                              </w:r>
                              <w:r>
                                <w:t>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7" o:spid="_x0000_s1026" style="position:absolute;margin-left:.55pt;margin-top:18.3pt;width:495.75pt;height:134.7pt;z-index:251672576" coordsize="62960,1710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y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pGdUGWpI5FlXevSgB1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V+bv/BWH/lNj/wTh/7GL4i/+mrTa/SKvzd/4Kw/8psf+CcP/YxfEX/01abQ&#10;B+kQ6UUDpRQAUUUUAFFFFABRRRQAUUUUAFFFFABRRRQAUUUUAFFFFAAelfnP/wAGpX/KEP4X/wDY&#10;Z8R/+nq8r9GD0r85/wDg1K/5Qh/C/wD7DPiP/wBPV5QB+j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X5u/8FYf+U2P/BOH/sYviL/6atNr9Iq/N3/grD/y&#10;mx/4Jw/9jF8Rf/TVptAH6RDpRQOlFABRRRQAUUUUAFFFFABRRRQAUUUUAFFFFABRRRQAUUUUAB6V&#10;+c//AAalf8oQ/hf/ANhnxH/6eryv0YPSvzn/AODUr/lCH8L/APsM+I//AE9XlAH6M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PwO/4Plf8AkXf2Z/8Ar98Xf+gaNX3j/wAG&#10;uP8Aygq+Bv8A3M3/AKk+rV8Hf8Hyv/Iu/sz/APX74u/9A0avvH/g1x/5QVfA3/uZv/Un1agD9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hiQpIFMSZXJUDkdqAPwR/4Plf8AkXf2Z/8Ar98X&#10;f+gaNX3j/wAGuP8Aygq+Bv8A3M3/AKk+rV8Hf8HyXz+H/wBmdR/z++LuvT7mj193/wDBrpKI/wDg&#10;hZ8DFbufE3Tn/mZtWoA/QKimxy+Z/Din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5" o:spid="_x0000_s1027" type="#_x0000_t75" style="position:absolute;width:62960;height:171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">
                  <v:imagedata r:id="rId7" o:title=""/>
                  <v:path arrowok="t"/>
                </v:shape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Pfeil nach unten 26" o:spid="_x0000_s1028" type="#_x0000_t67" style="position:absolute;left:21266;top:6303;width:2629;height:4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" adj="15638" fillcolor="red" strokecolor="black [3213]" strokeweight="1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9" type="#_x0000_t202" style="position:absolute;left:19465;top:2286;width:9627;height:4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:rsidR="007671E0" w:rsidRDefault="007671E0">
                        <w:r>
                          <w:t>_</w:t>
                        </w:r>
                        <w:r w:rsidRPr="007671E0">
                          <w:rPr>
                            <w:highlight w:val="yellow"/>
                          </w:rPr>
                          <w:t>...</w:t>
                        </w:r>
                        <w:r>
                          <w:t>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63D31" w:rsidRDefault="00963D31" w:rsidP="00963D31"/>
    <w:p w:rsidR="00963D31" w:rsidRDefault="00963D31" w:rsidP="00963D31"/>
    <w:p w:rsidR="00026392" w:rsidRDefault="00026392" w:rsidP="00963D31"/>
    <w:p w:rsidR="00026392" w:rsidRDefault="00026392" w:rsidP="00963D31"/>
    <w:p w:rsidR="00963D31" w:rsidRDefault="00963D31" w:rsidP="00963D31"/>
    <w:p w:rsidR="00963D31" w:rsidRDefault="00335CCB" w:rsidP="00335CCB">
      <w:pPr>
        <w:pStyle w:val="Liste"/>
      </w:pPr>
      <w:r>
        <w:t>a)</w:t>
      </w:r>
      <w:r>
        <w:tab/>
      </w:r>
      <w:r w:rsidR="00963D31">
        <w:t>Notiere die Zahl über dem Pfeil.</w:t>
      </w:r>
    </w:p>
    <w:p w:rsidR="00963D31" w:rsidRDefault="00335CCB" w:rsidP="00335CCB">
      <w:pPr>
        <w:pStyle w:val="Liste"/>
      </w:pPr>
      <w:r>
        <w:t>b)</w:t>
      </w:r>
      <w:r>
        <w:tab/>
      </w:r>
      <w:r w:rsidR="00963D31">
        <w:t xml:space="preserve">Zeichne einen zweiten Pfeil ein, der auf die Zahl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m:rPr>
                <m:nor/>
              </m:rPr>
              <w:rPr>
                <w:sz w:val="36"/>
                <w:szCs w:val="28"/>
              </w:rPr>
              <m:t>4</m:t>
            </m:r>
          </m:num>
          <m:den>
            <m:r>
              <m:rPr>
                <m:nor/>
              </m:rPr>
              <w:rPr>
                <w:sz w:val="36"/>
                <w:szCs w:val="28"/>
              </w:rPr>
              <m:t>5</m:t>
            </m:r>
          </m:den>
        </m:f>
      </m:oMath>
      <w:r w:rsidR="00963D31">
        <w:rPr>
          <w:sz w:val="28"/>
          <w:szCs w:val="28"/>
        </w:rPr>
        <w:t xml:space="preserve"> </w:t>
      </w:r>
      <w:r w:rsidR="00963D31">
        <w:t>zeigt.</w:t>
      </w:r>
    </w:p>
    <w:p w:rsidR="007671E0" w:rsidRDefault="007671E0">
      <w:pPr>
        <w:spacing w:after="0" w:line="240" w:lineRule="auto"/>
        <w:rPr>
          <w:rFonts w:asciiTheme="minorBidi" w:hAnsiTheme="minorBidi" w:cstheme="minorBidi"/>
          <w:szCs w:val="22"/>
        </w:rPr>
      </w:pPr>
      <w:r>
        <w:rPr>
          <w:rFonts w:asciiTheme="minorBidi" w:hAnsiTheme="minorBidi" w:cstheme="minorBidi"/>
          <w:szCs w:val="22"/>
        </w:rPr>
        <w:br w:type="page"/>
      </w:r>
    </w:p>
    <w:p w:rsidR="00963D31" w:rsidRDefault="00963D31" w:rsidP="007671E0">
      <w:pPr>
        <w:pStyle w:val="berschrift4"/>
      </w:pPr>
      <w:r>
        <w:lastRenderedPageBreak/>
        <w:t>Aufgabe 5</w:t>
      </w:r>
    </w:p>
    <w:p w:rsidR="00963D31" w:rsidRDefault="007671E0" w:rsidP="007671E0">
      <w:pPr>
        <w:pStyle w:val="Liste"/>
      </w:pPr>
      <w:r>
        <w:t>a)</w:t>
      </w:r>
      <w:r>
        <w:tab/>
      </w:r>
      <w:r w:rsidR="00963D31">
        <w:t>Berechne den Wert des Terms 7x + 12 – 5x für x = 2.</w:t>
      </w:r>
    </w:p>
    <w:p w:rsidR="007671E0" w:rsidRDefault="007671E0" w:rsidP="007671E0">
      <w:pPr>
        <w:pStyle w:val="Liste2"/>
      </w:pPr>
      <w:r>
        <w:t>_</w:t>
      </w:r>
      <w:r w:rsidRPr="007671E0">
        <w:rPr>
          <w:highlight w:val="yellow"/>
        </w:rPr>
        <w:t>...</w:t>
      </w:r>
      <w:r>
        <w:t>_</w:t>
      </w:r>
    </w:p>
    <w:p w:rsidR="007671E0" w:rsidRDefault="007671E0" w:rsidP="007671E0">
      <w:pPr>
        <w:pStyle w:val="Liste"/>
      </w:pPr>
    </w:p>
    <w:p w:rsidR="00963D31" w:rsidRDefault="007671E0" w:rsidP="007671E0">
      <w:pPr>
        <w:pStyle w:val="Liste"/>
      </w:pPr>
      <w:r>
        <w:t>b)</w:t>
      </w:r>
      <w:r>
        <w:tab/>
        <w:t>L</w:t>
      </w:r>
      <w:r w:rsidR="00963D31">
        <w:t>ena hat begonnen, die Gleichung zu lösen. Führe den Rechenweg zu Ende.</w:t>
      </w:r>
    </w:p>
    <w:p w:rsidR="00963D31" w:rsidRDefault="00963D31" w:rsidP="007671E0">
      <w:pPr>
        <w:pStyle w:val="Liste2"/>
      </w:pPr>
      <w:r>
        <w:t>– 14 + 12x – 47</w:t>
      </w:r>
      <w:r>
        <w:tab/>
        <w:t>=</w:t>
      </w:r>
      <w:r>
        <w:tab/>
        <w:t>3x – 16</w:t>
      </w:r>
      <w:r>
        <w:tab/>
      </w:r>
      <w:r>
        <w:tab/>
        <w:t>| – 3x</w:t>
      </w:r>
    </w:p>
    <w:p w:rsidR="00963D31" w:rsidRDefault="00963D31" w:rsidP="007671E0">
      <w:pPr>
        <w:pStyle w:val="Liste2"/>
      </w:pPr>
      <w:r>
        <w:t xml:space="preserve">– 14 </w:t>
      </w:r>
      <w:proofErr w:type="gramStart"/>
      <w:r>
        <w:t>+  9</w:t>
      </w:r>
      <w:proofErr w:type="gramEnd"/>
      <w:r>
        <w:t>x – 47</w:t>
      </w:r>
      <w:r>
        <w:tab/>
        <w:t>=</w:t>
      </w:r>
      <w:r>
        <w:tab/>
        <w:t xml:space="preserve">     – 16</w:t>
      </w:r>
      <w:r>
        <w:tab/>
      </w:r>
      <w:r w:rsidR="007671E0">
        <w:tab/>
        <w:t>| _</w:t>
      </w:r>
      <w:r w:rsidR="007671E0" w:rsidRPr="007671E0">
        <w:rPr>
          <w:highlight w:val="yellow"/>
        </w:rPr>
        <w:t>...</w:t>
      </w:r>
      <w:r w:rsidR="007671E0">
        <w:t>_</w:t>
      </w:r>
    </w:p>
    <w:p w:rsidR="00963D31" w:rsidRDefault="00963D31" w:rsidP="00963D31">
      <w:pPr>
        <w:tabs>
          <w:tab w:val="left" w:pos="284"/>
        </w:tabs>
      </w:pPr>
    </w:p>
    <w:p w:rsidR="00963D31" w:rsidRDefault="00963D31" w:rsidP="00963D31">
      <w:pPr>
        <w:tabs>
          <w:tab w:val="left" w:pos="426"/>
        </w:tabs>
        <w:spacing w:after="0"/>
      </w:pPr>
      <w:r>
        <w:t>Thomas lädt seine drei Freunde ins Kino ein.</w:t>
      </w:r>
    </w:p>
    <w:p w:rsidR="00963D31" w:rsidRDefault="00963D31" w:rsidP="00963D31">
      <w:pPr>
        <w:tabs>
          <w:tab w:val="left" w:pos="426"/>
        </w:tabs>
        <w:spacing w:after="0"/>
      </w:pPr>
      <w:r>
        <w:t>Er kauft eine Tüte Popcorn für 13,60 €</w:t>
      </w:r>
      <w:r w:rsidR="00FF03C0">
        <w:br/>
      </w:r>
      <w:r>
        <w:t>und vier Eintrittskarten.</w:t>
      </w:r>
    </w:p>
    <w:p w:rsidR="00FF03C0" w:rsidRDefault="00963D31" w:rsidP="00963D31">
      <w:pPr>
        <w:tabs>
          <w:tab w:val="left" w:pos="426"/>
        </w:tabs>
      </w:pPr>
      <w:r>
        <w:t>Insgesamt bezahlt Thomas 47,60 €.</w:t>
      </w:r>
      <w:r>
        <w:br/>
      </w:r>
    </w:p>
    <w:p w:rsidR="00FF03C0" w:rsidRDefault="00FF03C0">
      <w:pPr>
        <w:spacing w:after="0" w:line="240" w:lineRule="auto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5DBCA8D2" wp14:editId="29A579C0">
                <wp:simplePos x="0" y="0"/>
                <wp:positionH relativeFrom="column">
                  <wp:posOffset>228600</wp:posOffset>
                </wp:positionH>
                <wp:positionV relativeFrom="paragraph">
                  <wp:posOffset>85725</wp:posOffset>
                </wp:positionV>
                <wp:extent cx="5085080" cy="2687320"/>
                <wp:effectExtent l="0" t="0" r="1270" b="0"/>
                <wp:wrapSquare wrapText="bothSides"/>
                <wp:docPr id="19" name="Gruppieren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5080" cy="2687320"/>
                          <a:chOff x="0" y="0"/>
                          <a:chExt cx="1425594" cy="754124"/>
                        </a:xfrm>
                      </wpg:grpSpPr>
                      <pic:pic xmlns:pic="http://schemas.openxmlformats.org/drawingml/2006/picture">
                        <pic:nvPicPr>
                          <pic:cNvPr id="22" name="Grafik 2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4" name="Grafik 24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7709" y="34669"/>
                            <a:ext cx="8578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2823B7" id="Gruppieren 19" o:spid="_x0000_s1026" style="position:absolute;margin-left:18pt;margin-top:6.75pt;width:400.4pt;height:211.6pt;z-index:251649024;mso-width-relative:margin;mso-height-relative:margin" coordsize="14255,754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">
                <v:shape id="Grafik 22" o:spid="_x0000_s1027" type="#_x0000_t75" style="position:absolute;width:5676;height:7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">
                  <v:imagedata r:id="rId10" o:title=""/>
                  <v:path arrowok="t"/>
                </v:shape>
                <v:shape id="Grafik 24" o:spid="_x0000_s1028" type="#_x0000_t75" style="position:absolute;left:5677;top:346;width:8578;height:7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">
                  <v:imagedata r:id="rId11" o:title=""/>
                  <v:path arrowok="t"/>
                </v:shape>
                <w10:wrap type="square"/>
              </v:group>
            </w:pict>
          </mc:Fallback>
        </mc:AlternateContent>
      </w:r>
      <w:r>
        <w:br w:type="page"/>
      </w:r>
    </w:p>
    <w:p w:rsidR="00963D31" w:rsidRDefault="00335CCB" w:rsidP="00FF03C0">
      <w:pPr>
        <w:pStyle w:val="Liste"/>
      </w:pPr>
      <w:r>
        <w:lastRenderedPageBreak/>
        <w:t>c</w:t>
      </w:r>
      <w:r w:rsidR="00FF03C0">
        <w:t>)</w:t>
      </w:r>
      <w:r w:rsidR="00FF03C0">
        <w:tab/>
      </w:r>
      <w:r w:rsidR="00963D31">
        <w:t>Stelle eine Gleichung auf, mit der du den Preis für eine Kinokarte berechnen kannst.</w:t>
      </w:r>
      <w:r w:rsidR="00FF03C0">
        <w:br/>
      </w:r>
      <w:r w:rsidR="00963D31">
        <w:t>Hinweis: Du musst die Gleichung nicht lösen.</w:t>
      </w:r>
    </w:p>
    <w:p w:rsidR="00963D31" w:rsidRDefault="00963D31" w:rsidP="00963D31">
      <w:pPr>
        <w:pStyle w:val="Listenabsatz"/>
        <w:tabs>
          <w:tab w:val="left" w:pos="284"/>
          <w:tab w:val="left" w:pos="426"/>
        </w:tabs>
        <w:ind w:left="357"/>
      </w:pPr>
    </w:p>
    <w:tbl>
      <w:tblPr>
        <w:tblStyle w:val="Tabellenraster"/>
        <w:tblpPr w:leftFromText="141" w:rightFromText="141" w:bottomFromText="120" w:vertAnchor="text" w:horzAnchor="margin" w:tblpXSpec="right" w:tblpY="2011"/>
        <w:tblW w:w="0" w:type="auto"/>
        <w:tblInd w:w="0" w:type="dxa"/>
        <w:tblLook w:val="04A0" w:firstRow="1" w:lastRow="0" w:firstColumn="1" w:lastColumn="0" w:noHBand="0" w:noVBand="1"/>
      </w:tblPr>
      <w:tblGrid>
        <w:gridCol w:w="3546"/>
        <w:gridCol w:w="804"/>
        <w:gridCol w:w="804"/>
        <w:gridCol w:w="804"/>
        <w:gridCol w:w="804"/>
        <w:gridCol w:w="785"/>
      </w:tblGrid>
      <w:tr w:rsidR="00FF03C0" w:rsidTr="00FF03C0">
        <w:trPr>
          <w:trHeight w:val="749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31" w:rsidRPr="00FF03C0" w:rsidRDefault="00963D31" w:rsidP="00FF03C0">
            <w:pPr>
              <w:pStyle w:val="Linien"/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Pr="00FF03C0" w:rsidRDefault="00963D31" w:rsidP="00FF03C0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FF03C0">
              <w:rPr>
                <w:sz w:val="32"/>
                <w:szCs w:val="32"/>
              </w:rPr>
              <w:t>4a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Pr="00FF03C0" w:rsidRDefault="00963D31" w:rsidP="00FF03C0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FF03C0">
              <w:rPr>
                <w:sz w:val="32"/>
                <w:szCs w:val="32"/>
              </w:rPr>
              <w:t>4b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Pr="00FF03C0" w:rsidRDefault="00963D31" w:rsidP="00FF03C0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FF03C0">
              <w:rPr>
                <w:sz w:val="32"/>
                <w:szCs w:val="32"/>
              </w:rPr>
              <w:t>5a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Pr="00FF03C0" w:rsidRDefault="00963D31" w:rsidP="00FF03C0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FF03C0">
              <w:rPr>
                <w:sz w:val="32"/>
                <w:szCs w:val="32"/>
              </w:rPr>
              <w:t>5b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Pr="00FF03C0" w:rsidRDefault="00963D31" w:rsidP="00FF03C0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FF03C0">
              <w:rPr>
                <w:sz w:val="32"/>
                <w:szCs w:val="32"/>
              </w:rPr>
              <w:t>5c</w:t>
            </w:r>
          </w:p>
        </w:tc>
      </w:tr>
      <w:tr w:rsidR="00FF03C0" w:rsidTr="00FF03C0">
        <w:trPr>
          <w:trHeight w:val="749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Pr="00FF03C0" w:rsidRDefault="00963D31" w:rsidP="00FF03C0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FF03C0">
              <w:rPr>
                <w:sz w:val="32"/>
                <w:szCs w:val="32"/>
              </w:rPr>
              <w:t>Erreichte Punktzahl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D31" w:rsidRPr="00FF03C0" w:rsidRDefault="00963D31" w:rsidP="00FF03C0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D31" w:rsidRPr="00FF03C0" w:rsidRDefault="00963D31" w:rsidP="00FF03C0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D31" w:rsidRPr="00FF03C0" w:rsidRDefault="00963D31" w:rsidP="00FF03C0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D31" w:rsidRPr="00FF03C0" w:rsidRDefault="00963D31" w:rsidP="00FF03C0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D31" w:rsidRPr="00FF03C0" w:rsidRDefault="00963D31" w:rsidP="00FF03C0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  <w:tr w:rsidR="00FF03C0" w:rsidTr="00FF03C0">
        <w:trPr>
          <w:trHeight w:val="749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Pr="00FF03C0" w:rsidRDefault="00963D31" w:rsidP="00FF03C0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FF03C0">
              <w:rPr>
                <w:sz w:val="32"/>
                <w:szCs w:val="32"/>
              </w:rPr>
              <w:t>Mögliche Punktzahl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Pr="00FF03C0" w:rsidRDefault="00963D31" w:rsidP="00FF03C0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FF03C0">
              <w:rPr>
                <w:sz w:val="32"/>
                <w:szCs w:val="32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Pr="00FF03C0" w:rsidRDefault="00963D31" w:rsidP="00FF03C0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FF03C0">
              <w:rPr>
                <w:sz w:val="32"/>
                <w:szCs w:val="32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Pr="00FF03C0" w:rsidRDefault="00963D31" w:rsidP="00FF03C0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FF03C0">
              <w:rPr>
                <w:sz w:val="32"/>
                <w:szCs w:val="32"/>
              </w:rPr>
              <w:t>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Pr="00FF03C0" w:rsidRDefault="00963D31" w:rsidP="00FF03C0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FF03C0">
              <w:rPr>
                <w:sz w:val="32"/>
                <w:szCs w:val="32"/>
              </w:rPr>
              <w:t>3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Pr="00FF03C0" w:rsidRDefault="00963D31" w:rsidP="00FF03C0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FF03C0">
              <w:rPr>
                <w:sz w:val="32"/>
                <w:szCs w:val="32"/>
              </w:rPr>
              <w:t>1</w:t>
            </w:r>
          </w:p>
        </w:tc>
      </w:tr>
    </w:tbl>
    <w:p w:rsidR="00963D31" w:rsidRDefault="00FF03C0" w:rsidP="00963D31">
      <w:pPr>
        <w:pStyle w:val="Listenabsatz"/>
        <w:tabs>
          <w:tab w:val="left" w:pos="284"/>
          <w:tab w:val="left" w:pos="426"/>
        </w:tabs>
        <w:ind w:left="357"/>
      </w:pPr>
      <w:r>
        <w:t>_</w:t>
      </w:r>
      <w:r w:rsidRPr="00FF03C0">
        <w:rPr>
          <w:highlight w:val="yellow"/>
        </w:rPr>
        <w:t>...</w:t>
      </w:r>
      <w:r>
        <w:t>_</w:t>
      </w:r>
    </w:p>
    <w:p w:rsidR="00FF03C0" w:rsidRDefault="00FF03C0" w:rsidP="00963D31">
      <w:pPr>
        <w:pStyle w:val="Listenabsatz"/>
        <w:tabs>
          <w:tab w:val="left" w:pos="284"/>
          <w:tab w:val="left" w:pos="426"/>
        </w:tabs>
        <w:ind w:left="357"/>
      </w:pPr>
    </w:p>
    <w:p w:rsidR="00FF03C0" w:rsidRDefault="00FF03C0" w:rsidP="00963D31">
      <w:pPr>
        <w:pStyle w:val="Listenabsatz"/>
        <w:tabs>
          <w:tab w:val="left" w:pos="284"/>
          <w:tab w:val="left" w:pos="426"/>
        </w:tabs>
        <w:ind w:left="357"/>
      </w:pPr>
    </w:p>
    <w:p w:rsidR="00FF03C0" w:rsidRDefault="00FF03C0" w:rsidP="00963D31">
      <w:pPr>
        <w:pStyle w:val="Listenabsatz"/>
        <w:tabs>
          <w:tab w:val="left" w:pos="284"/>
          <w:tab w:val="left" w:pos="426"/>
        </w:tabs>
        <w:ind w:left="357"/>
        <w:rPr>
          <w:sz w:val="22"/>
        </w:rPr>
      </w:pPr>
    </w:p>
    <w:p w:rsidR="00963D31" w:rsidRDefault="00963D31" w:rsidP="00963D31">
      <w:pPr>
        <w:spacing w:after="0"/>
        <w:rPr>
          <w:b/>
          <w:sz w:val="24"/>
          <w:szCs w:val="26"/>
        </w:rPr>
        <w:sectPr w:rsidR="00963D31">
          <w:pgSz w:w="11906" w:h="16838"/>
          <w:pgMar w:top="1701" w:right="851" w:bottom="1134" w:left="1134" w:header="426" w:footer="709" w:gutter="0"/>
          <w:cols w:space="720"/>
        </w:sectPr>
      </w:pPr>
    </w:p>
    <w:p w:rsidR="00963D31" w:rsidRDefault="00963D31" w:rsidP="00F66B09">
      <w:pPr>
        <w:pStyle w:val="berschrift4"/>
        <w:rPr>
          <w:szCs w:val="26"/>
        </w:rPr>
      </w:pPr>
      <w:r>
        <w:lastRenderedPageBreak/>
        <w:t>Aufgabe 6</w:t>
      </w:r>
    </w:p>
    <w:p w:rsidR="00963D31" w:rsidRDefault="00963D31" w:rsidP="00F66B09">
      <w:pPr>
        <w:rPr>
          <w:rFonts w:cs="Arial"/>
          <w:sz w:val="22"/>
          <w:szCs w:val="22"/>
        </w:rPr>
      </w:pPr>
      <w:r>
        <w:t>Auf dem Wochenmarkt verkauft Steffi Äpfel.</w:t>
      </w:r>
    </w:p>
    <w:p w:rsidR="00963D31" w:rsidRDefault="00963D31" w:rsidP="00F66B09">
      <w:r>
        <w:t>Dafür legt sie eine Tabelle an, um schnell die</w:t>
      </w:r>
      <w:r w:rsidR="00F66B09">
        <w:t xml:space="preserve"> </w:t>
      </w:r>
      <w:bookmarkEnd w:id="0"/>
      <w:r>
        <w:t>Preise abzulesen.</w:t>
      </w:r>
    </w:p>
    <w:tbl>
      <w:tblPr>
        <w:tblStyle w:val="Tabellenraster"/>
        <w:tblpPr w:leftFromText="141" w:rightFromText="141" w:bottomFromText="120" w:vertAnchor="text" w:horzAnchor="margin" w:tblpY="80"/>
        <w:tblW w:w="0" w:type="auto"/>
        <w:tblInd w:w="0" w:type="dxa"/>
        <w:tblLook w:val="04A0" w:firstRow="1" w:lastRow="0" w:firstColumn="1" w:lastColumn="0" w:noHBand="0" w:noVBand="1"/>
      </w:tblPr>
      <w:tblGrid>
        <w:gridCol w:w="1480"/>
        <w:gridCol w:w="2746"/>
        <w:gridCol w:w="2055"/>
      </w:tblGrid>
      <w:tr w:rsidR="00F66B09" w:rsidRPr="00F66B09" w:rsidTr="00AF4E0B">
        <w:trPr>
          <w:trHeight w:val="512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09" w:rsidRPr="00F66B09" w:rsidRDefault="00F66B09" w:rsidP="00F66B09">
            <w:pPr>
              <w:pStyle w:val="Tabelle"/>
              <w:spacing w:before="0" w:after="0"/>
              <w:jc w:val="center"/>
              <w:rPr>
                <w:b/>
                <w:sz w:val="32"/>
                <w:szCs w:val="32"/>
              </w:rPr>
            </w:pPr>
            <w:r w:rsidRPr="00F66B09">
              <w:rPr>
                <w:b/>
                <w:sz w:val="32"/>
                <w:szCs w:val="32"/>
              </w:rPr>
              <w:t>Menge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09" w:rsidRPr="00F66B09" w:rsidRDefault="00F66B09" w:rsidP="00F66B09">
            <w:pPr>
              <w:pStyle w:val="Tabelle"/>
              <w:spacing w:before="0" w:after="0"/>
              <w:jc w:val="center"/>
              <w:rPr>
                <w:b/>
                <w:sz w:val="32"/>
                <w:szCs w:val="32"/>
              </w:rPr>
            </w:pPr>
            <w:r w:rsidRPr="00F66B09">
              <w:rPr>
                <w:b/>
                <w:sz w:val="32"/>
                <w:szCs w:val="32"/>
              </w:rPr>
              <w:t>Preis</w:t>
            </w:r>
          </w:p>
          <w:p w:rsidR="00F66B09" w:rsidRPr="00F66B09" w:rsidRDefault="00F66B09" w:rsidP="00F66B09">
            <w:pPr>
              <w:pStyle w:val="Tabelle"/>
              <w:spacing w:before="0" w:after="0"/>
              <w:jc w:val="center"/>
              <w:rPr>
                <w:sz w:val="32"/>
                <w:szCs w:val="32"/>
              </w:rPr>
            </w:pPr>
            <w:r w:rsidRPr="00F66B09">
              <w:rPr>
                <w:sz w:val="32"/>
                <w:szCs w:val="32"/>
              </w:rPr>
              <w:t xml:space="preserve">„Roter </w:t>
            </w:r>
            <w:proofErr w:type="spellStart"/>
            <w:r w:rsidRPr="00F66B09">
              <w:rPr>
                <w:sz w:val="32"/>
                <w:szCs w:val="32"/>
              </w:rPr>
              <w:t>Boskop</w:t>
            </w:r>
            <w:proofErr w:type="spellEnd"/>
            <w:r w:rsidRPr="00F66B09">
              <w:rPr>
                <w:sz w:val="32"/>
                <w:szCs w:val="32"/>
              </w:rPr>
              <w:t>“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09" w:rsidRPr="00F66B09" w:rsidRDefault="00F66B09" w:rsidP="00F66B09">
            <w:pPr>
              <w:pStyle w:val="Tabelle"/>
              <w:spacing w:before="0" w:after="0"/>
              <w:jc w:val="center"/>
              <w:rPr>
                <w:b/>
                <w:sz w:val="32"/>
                <w:szCs w:val="32"/>
              </w:rPr>
            </w:pPr>
            <w:r w:rsidRPr="00F66B09">
              <w:rPr>
                <w:b/>
                <w:sz w:val="32"/>
                <w:szCs w:val="32"/>
              </w:rPr>
              <w:t>Preis</w:t>
            </w:r>
          </w:p>
          <w:p w:rsidR="00F66B09" w:rsidRPr="00F66B09" w:rsidRDefault="00F66B09" w:rsidP="00F66B09">
            <w:pPr>
              <w:pStyle w:val="Tabelle"/>
              <w:spacing w:before="0" w:after="0"/>
              <w:jc w:val="center"/>
              <w:rPr>
                <w:sz w:val="32"/>
                <w:szCs w:val="32"/>
              </w:rPr>
            </w:pPr>
            <w:r w:rsidRPr="00F66B09">
              <w:rPr>
                <w:sz w:val="32"/>
                <w:szCs w:val="32"/>
              </w:rPr>
              <w:t>„</w:t>
            </w:r>
            <w:proofErr w:type="spellStart"/>
            <w:r w:rsidRPr="00F66B09">
              <w:rPr>
                <w:sz w:val="32"/>
                <w:szCs w:val="32"/>
              </w:rPr>
              <w:t>Jonagold</w:t>
            </w:r>
            <w:proofErr w:type="spellEnd"/>
            <w:r w:rsidRPr="00F66B09">
              <w:rPr>
                <w:sz w:val="32"/>
                <w:szCs w:val="32"/>
              </w:rPr>
              <w:t>“</w:t>
            </w:r>
          </w:p>
        </w:tc>
      </w:tr>
      <w:tr w:rsidR="00F66B09" w:rsidRPr="00F66B09" w:rsidTr="00AF4E0B">
        <w:trPr>
          <w:trHeight w:val="68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09" w:rsidRPr="00F66B09" w:rsidRDefault="00F66B09" w:rsidP="00F66B09">
            <w:pPr>
              <w:pStyle w:val="Tabelle"/>
              <w:spacing w:before="0" w:after="0"/>
              <w:jc w:val="center"/>
              <w:rPr>
                <w:sz w:val="32"/>
                <w:szCs w:val="32"/>
              </w:rPr>
            </w:pPr>
            <w:r w:rsidRPr="00F66B09">
              <w:rPr>
                <w:sz w:val="32"/>
                <w:szCs w:val="32"/>
              </w:rPr>
              <w:t>1 kg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09" w:rsidRPr="00F66B09" w:rsidRDefault="00F66B09" w:rsidP="00F66B09">
            <w:pPr>
              <w:pStyle w:val="Tabelle"/>
              <w:spacing w:before="0" w:after="0"/>
              <w:jc w:val="center"/>
              <w:rPr>
                <w:sz w:val="32"/>
                <w:szCs w:val="32"/>
              </w:rPr>
            </w:pPr>
            <w:r w:rsidRPr="00F66B09">
              <w:rPr>
                <w:sz w:val="32"/>
                <w:szCs w:val="32"/>
              </w:rPr>
              <w:t>2,80 €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09" w:rsidRPr="00F66B09" w:rsidRDefault="00F66B09" w:rsidP="00F66B09">
            <w:pPr>
              <w:pStyle w:val="Tabelle"/>
              <w:spacing w:before="0" w:after="0"/>
              <w:jc w:val="center"/>
              <w:rPr>
                <w:sz w:val="32"/>
                <w:szCs w:val="32"/>
              </w:rPr>
            </w:pPr>
            <w:r w:rsidRPr="00F66B09">
              <w:rPr>
                <w:sz w:val="32"/>
                <w:szCs w:val="32"/>
              </w:rPr>
              <w:t>3,20 €</w:t>
            </w:r>
          </w:p>
        </w:tc>
      </w:tr>
      <w:tr w:rsidR="00F66B09" w:rsidRPr="00F66B09" w:rsidTr="00AF4E0B">
        <w:trPr>
          <w:trHeight w:val="68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09" w:rsidRPr="00F66B09" w:rsidRDefault="00F66B09" w:rsidP="00F66B09">
            <w:pPr>
              <w:pStyle w:val="Tabelle"/>
              <w:spacing w:before="0" w:after="0"/>
              <w:jc w:val="center"/>
              <w:rPr>
                <w:sz w:val="32"/>
                <w:szCs w:val="32"/>
              </w:rPr>
            </w:pPr>
            <w:r w:rsidRPr="00F66B09">
              <w:rPr>
                <w:sz w:val="32"/>
                <w:szCs w:val="32"/>
              </w:rPr>
              <w:t>2 kg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09" w:rsidRPr="00F66B09" w:rsidRDefault="00F66B09" w:rsidP="00F66B09">
            <w:pPr>
              <w:pStyle w:val="Tabelle"/>
              <w:spacing w:before="0" w:after="0"/>
              <w:jc w:val="center"/>
              <w:rPr>
                <w:sz w:val="32"/>
                <w:szCs w:val="32"/>
              </w:rPr>
            </w:pPr>
            <w:r w:rsidRPr="00F66B09">
              <w:rPr>
                <w:sz w:val="32"/>
                <w:szCs w:val="32"/>
              </w:rPr>
              <w:t>5,60 €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09" w:rsidRPr="00F66B09" w:rsidRDefault="00F66B09" w:rsidP="00F66B09">
            <w:pPr>
              <w:pStyle w:val="Tabelle"/>
              <w:spacing w:before="0" w:after="0"/>
              <w:jc w:val="center"/>
              <w:rPr>
                <w:sz w:val="32"/>
                <w:szCs w:val="32"/>
              </w:rPr>
            </w:pPr>
            <w:r w:rsidRPr="00F66B09">
              <w:rPr>
                <w:sz w:val="32"/>
                <w:szCs w:val="32"/>
              </w:rPr>
              <w:t>6,40 €</w:t>
            </w:r>
          </w:p>
        </w:tc>
      </w:tr>
      <w:tr w:rsidR="00F66B09" w:rsidRPr="00F66B09" w:rsidTr="00AF4E0B">
        <w:trPr>
          <w:trHeight w:val="68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09" w:rsidRPr="00F66B09" w:rsidRDefault="00F66B09" w:rsidP="00F66B09">
            <w:pPr>
              <w:pStyle w:val="Tabelle"/>
              <w:spacing w:before="0" w:after="0"/>
              <w:jc w:val="center"/>
              <w:rPr>
                <w:sz w:val="32"/>
                <w:szCs w:val="32"/>
              </w:rPr>
            </w:pPr>
            <w:r w:rsidRPr="00F66B09">
              <w:rPr>
                <w:sz w:val="32"/>
                <w:szCs w:val="32"/>
              </w:rPr>
              <w:t>3 kg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09" w:rsidRPr="00F66B09" w:rsidRDefault="00F66B09" w:rsidP="00F66B09">
            <w:pPr>
              <w:pStyle w:val="Tabelle"/>
              <w:spacing w:before="0" w:after="0"/>
              <w:jc w:val="center"/>
              <w:rPr>
                <w:sz w:val="32"/>
                <w:szCs w:val="32"/>
              </w:rPr>
            </w:pPr>
            <w:r w:rsidRPr="00F66B09">
              <w:rPr>
                <w:sz w:val="32"/>
                <w:szCs w:val="32"/>
              </w:rPr>
              <w:t>8,40 €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0B" w:rsidRPr="00AF4E0B" w:rsidRDefault="00AF4E0B" w:rsidP="00F66B09">
            <w:pPr>
              <w:pStyle w:val="Tabelle"/>
              <w:spacing w:before="0" w:after="0"/>
              <w:jc w:val="center"/>
              <w:rPr>
                <w:sz w:val="6"/>
                <w:szCs w:val="6"/>
              </w:rPr>
            </w:pPr>
          </w:p>
          <w:p w:rsidR="00F66B09" w:rsidRPr="00F66B09" w:rsidRDefault="00F66B09" w:rsidP="00F66B09">
            <w:pPr>
              <w:pStyle w:val="Tabelle"/>
              <w:spacing w:before="0" w:after="0"/>
              <w:jc w:val="center"/>
              <w:rPr>
                <w:sz w:val="32"/>
                <w:szCs w:val="32"/>
              </w:rPr>
            </w:pPr>
            <w:r w:rsidRPr="00F66B09">
              <w:rPr>
                <w:sz w:val="32"/>
                <w:szCs w:val="32"/>
              </w:rPr>
              <w:t>_</w:t>
            </w:r>
            <w:r w:rsidRPr="00F66B09">
              <w:rPr>
                <w:sz w:val="32"/>
                <w:szCs w:val="32"/>
                <w:highlight w:val="yellow"/>
              </w:rPr>
              <w:t>...</w:t>
            </w:r>
            <w:r w:rsidRPr="00F66B09">
              <w:rPr>
                <w:sz w:val="32"/>
                <w:szCs w:val="32"/>
              </w:rPr>
              <w:t>_</w:t>
            </w:r>
          </w:p>
        </w:tc>
      </w:tr>
      <w:tr w:rsidR="00F66B09" w:rsidRPr="00F66B09" w:rsidTr="00AF4E0B">
        <w:trPr>
          <w:trHeight w:val="68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0B" w:rsidRPr="00AF4E0B" w:rsidRDefault="00AF4E0B" w:rsidP="00AF4E0B">
            <w:pPr>
              <w:pStyle w:val="Tabelle"/>
              <w:spacing w:before="0" w:after="0"/>
              <w:jc w:val="center"/>
              <w:rPr>
                <w:sz w:val="6"/>
                <w:szCs w:val="6"/>
              </w:rPr>
            </w:pPr>
          </w:p>
          <w:p w:rsidR="00F66B09" w:rsidRPr="00F66B09" w:rsidRDefault="00F66B09" w:rsidP="00F66B09">
            <w:pPr>
              <w:pStyle w:val="Tabelle"/>
              <w:spacing w:before="0" w:after="0"/>
              <w:jc w:val="center"/>
              <w:rPr>
                <w:sz w:val="32"/>
                <w:szCs w:val="32"/>
              </w:rPr>
            </w:pPr>
            <w:r w:rsidRPr="00F66B09">
              <w:rPr>
                <w:sz w:val="32"/>
                <w:szCs w:val="32"/>
              </w:rPr>
              <w:t>_</w:t>
            </w:r>
            <w:r w:rsidRPr="00F66B09">
              <w:rPr>
                <w:sz w:val="32"/>
                <w:szCs w:val="32"/>
                <w:highlight w:val="yellow"/>
              </w:rPr>
              <w:t>...</w:t>
            </w:r>
            <w:r w:rsidRPr="00F66B09">
              <w:rPr>
                <w:sz w:val="32"/>
                <w:szCs w:val="32"/>
              </w:rPr>
              <w:t>_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09" w:rsidRPr="00F66B09" w:rsidRDefault="00F66B09" w:rsidP="00F66B09">
            <w:pPr>
              <w:pStyle w:val="Tabelle"/>
              <w:spacing w:before="0" w:after="0"/>
              <w:jc w:val="center"/>
              <w:rPr>
                <w:sz w:val="32"/>
                <w:szCs w:val="32"/>
              </w:rPr>
            </w:pPr>
            <w:r w:rsidRPr="00F66B09">
              <w:rPr>
                <w:sz w:val="32"/>
                <w:szCs w:val="32"/>
              </w:rPr>
              <w:t>14,00 €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09" w:rsidRPr="00F66B09" w:rsidRDefault="00F66B09" w:rsidP="00F66B09">
            <w:pPr>
              <w:pStyle w:val="Tabelle"/>
              <w:spacing w:before="0" w:after="0"/>
              <w:jc w:val="center"/>
              <w:rPr>
                <w:sz w:val="32"/>
                <w:szCs w:val="32"/>
              </w:rPr>
            </w:pPr>
            <w:r w:rsidRPr="00F66B09">
              <w:rPr>
                <w:sz w:val="32"/>
                <w:szCs w:val="32"/>
              </w:rPr>
              <w:t>16,00 €</w:t>
            </w:r>
          </w:p>
        </w:tc>
      </w:tr>
    </w:tbl>
    <w:p w:rsidR="00F66B09" w:rsidRDefault="00F66B09" w:rsidP="00963D31">
      <w:pPr>
        <w:pStyle w:val="Tabelle"/>
        <w:spacing w:before="0" w:after="120"/>
      </w:pPr>
    </w:p>
    <w:p w:rsidR="00F66B09" w:rsidRDefault="00F66B09" w:rsidP="00963D31">
      <w:pPr>
        <w:pStyle w:val="Tabelle"/>
        <w:spacing w:before="0" w:after="120"/>
      </w:pPr>
    </w:p>
    <w:p w:rsidR="00F66B09" w:rsidRDefault="00F66B09" w:rsidP="00963D31">
      <w:pPr>
        <w:pStyle w:val="Tabelle"/>
        <w:spacing w:before="0" w:after="120"/>
      </w:pPr>
    </w:p>
    <w:p w:rsidR="00F66B09" w:rsidRDefault="00F66B09" w:rsidP="00963D31">
      <w:pPr>
        <w:pStyle w:val="Tabelle"/>
        <w:spacing w:before="0" w:after="120"/>
      </w:pPr>
    </w:p>
    <w:p w:rsidR="00F66B09" w:rsidRDefault="00F66B09" w:rsidP="00963D31">
      <w:pPr>
        <w:pStyle w:val="Tabelle"/>
        <w:spacing w:before="0" w:after="120"/>
      </w:pPr>
    </w:p>
    <w:p w:rsidR="00F66B09" w:rsidRDefault="00F66B09" w:rsidP="00963D31">
      <w:pPr>
        <w:pStyle w:val="Tabelle"/>
        <w:spacing w:before="0" w:after="120"/>
      </w:pPr>
    </w:p>
    <w:p w:rsidR="00F66B09" w:rsidRDefault="00F66B09" w:rsidP="00963D31">
      <w:pPr>
        <w:pStyle w:val="Tabelle"/>
        <w:spacing w:before="0" w:after="120"/>
      </w:pPr>
    </w:p>
    <w:p w:rsidR="00F66B09" w:rsidRDefault="00F66B09" w:rsidP="00963D31">
      <w:pPr>
        <w:pStyle w:val="Tabelle"/>
        <w:spacing w:before="0" w:after="120"/>
      </w:pPr>
    </w:p>
    <w:p w:rsidR="00F66B09" w:rsidRDefault="00F66B09" w:rsidP="00963D31">
      <w:pPr>
        <w:pStyle w:val="Tabelle"/>
        <w:spacing w:before="0" w:after="120"/>
      </w:pPr>
    </w:p>
    <w:p w:rsidR="00963D31" w:rsidRDefault="00AF4E0B" w:rsidP="00AF4E0B">
      <w:pPr>
        <w:pStyle w:val="Liste"/>
      </w:pPr>
      <w:r>
        <w:t>a)</w:t>
      </w:r>
      <w:r>
        <w:tab/>
      </w:r>
      <w:r w:rsidR="00963D31">
        <w:t>Ergänze die Lücken in der Tabelle.</w:t>
      </w:r>
    </w:p>
    <w:p w:rsidR="00963D31" w:rsidRDefault="00963D31" w:rsidP="00963D31">
      <w:pPr>
        <w:pStyle w:val="Tabelle"/>
        <w:spacing w:before="0" w:after="120"/>
        <w:rPr>
          <w:rFonts w:eastAsiaTheme="minorHAnsi"/>
          <w:lang w:eastAsia="en-US"/>
        </w:rPr>
      </w:pPr>
    </w:p>
    <w:p w:rsidR="00AF4E0B" w:rsidRDefault="00AF4E0B">
      <w:pPr>
        <w:spacing w:after="0" w:line="240" w:lineRule="auto"/>
        <w:rPr>
          <w:rFonts w:cs="Arial"/>
          <w:sz w:val="22"/>
          <w:szCs w:val="22"/>
        </w:rPr>
      </w:pPr>
      <w:r>
        <w:br w:type="page"/>
      </w:r>
    </w:p>
    <w:p w:rsidR="00963D31" w:rsidRDefault="00963D31" w:rsidP="00AF4E0B">
      <w:r>
        <w:lastRenderedPageBreak/>
        <w:t>Als Alternative zur Tabelle zeichnet Steffi einen Graphen.</w:t>
      </w:r>
    </w:p>
    <w:bookmarkStart w:id="1" w:name="_Hlk22827007"/>
    <w:bookmarkStart w:id="2" w:name="_Hlk22201961"/>
    <w:p w:rsidR="00963D31" w:rsidRDefault="00093FBB" w:rsidP="00963D31">
      <w:pPr>
        <w:pStyle w:val="Tabelle"/>
        <w:spacing w:before="0" w:after="120"/>
        <w:jc w:val="center"/>
        <w:rPr>
          <w:rFonts w:eastAsiaTheme="minorHAnsi"/>
          <w:lang w:eastAsia="en-US"/>
        </w:rPr>
      </w:pPr>
      <w:r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346</wp:posOffset>
                </wp:positionH>
                <wp:positionV relativeFrom="paragraph">
                  <wp:posOffset>169545</wp:posOffset>
                </wp:positionV>
                <wp:extent cx="5868670" cy="2715260"/>
                <wp:effectExtent l="0" t="0" r="36830" b="8890"/>
                <wp:wrapNone/>
                <wp:docPr id="29" name="Gruppieren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68670" cy="2715260"/>
                          <a:chOff x="0" y="0"/>
                          <a:chExt cx="5868670" cy="2715260"/>
                        </a:xfrm>
                      </wpg:grpSpPr>
                      <pic:pic xmlns:pic="http://schemas.openxmlformats.org/drawingml/2006/picture">
                        <pic:nvPicPr>
                          <pic:cNvPr id="3" name="Grafik 3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8670" cy="271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8" name="Gerader Verbinder 28"/>
                        <wps:cNvCnPr/>
                        <wps:spPr>
                          <a:xfrm flipV="1">
                            <a:off x="457200" y="526473"/>
                            <a:ext cx="5411470" cy="173863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F596CB" id="Gruppieren 29" o:spid="_x0000_s1026" style="position:absolute;margin-left:.05pt;margin-top:13.35pt;width:462.1pt;height:213.8pt;z-index:251675648" coordsize="58686,2715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">
                <v:shape id="Grafik 3" o:spid="_x0000_s1027" type="#_x0000_t75" style="position:absolute;width:58686;height:271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">
                  <v:imagedata r:id="rId13" o:title=""/>
                  <v:path arrowok="t"/>
                </v:shape>
                <v:line id="Gerader Verbinder 28" o:spid="_x0000_s1028" style="position:absolute;flip:y;visibility:visible;mso-wrap-style:square" from="4572,5264" to="58686,22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" strokecolor="red" strokeweight="4.5pt"/>
              </v:group>
            </w:pict>
          </mc:Fallback>
        </mc:AlternateContent>
      </w:r>
    </w:p>
    <w:p w:rsidR="00963D31" w:rsidRDefault="00963D31" w:rsidP="00963D31">
      <w:pPr>
        <w:pStyle w:val="Linien"/>
        <w:spacing w:line="360" w:lineRule="auto"/>
      </w:pPr>
    </w:p>
    <w:p w:rsidR="00AF4E0B" w:rsidRDefault="00AF4E0B" w:rsidP="00963D31">
      <w:pPr>
        <w:pStyle w:val="Linien"/>
        <w:spacing w:line="360" w:lineRule="auto"/>
      </w:pPr>
    </w:p>
    <w:p w:rsidR="00093FBB" w:rsidRDefault="00093FBB" w:rsidP="00963D31">
      <w:pPr>
        <w:pStyle w:val="Linien"/>
        <w:spacing w:line="360" w:lineRule="auto"/>
      </w:pPr>
    </w:p>
    <w:p w:rsidR="00093FBB" w:rsidRDefault="00093FBB" w:rsidP="00963D31">
      <w:pPr>
        <w:pStyle w:val="Linien"/>
        <w:spacing w:line="360" w:lineRule="auto"/>
      </w:pPr>
    </w:p>
    <w:p w:rsidR="00093FBB" w:rsidRDefault="00093FBB" w:rsidP="00963D31">
      <w:pPr>
        <w:pStyle w:val="Linien"/>
        <w:spacing w:line="360" w:lineRule="auto"/>
      </w:pPr>
    </w:p>
    <w:p w:rsidR="00093FBB" w:rsidRDefault="00093FBB" w:rsidP="00963D31">
      <w:pPr>
        <w:pStyle w:val="Linien"/>
        <w:spacing w:line="360" w:lineRule="auto"/>
      </w:pPr>
    </w:p>
    <w:p w:rsidR="00093FBB" w:rsidRDefault="00093FBB" w:rsidP="00963D31">
      <w:pPr>
        <w:pStyle w:val="Linien"/>
        <w:spacing w:line="360" w:lineRule="auto"/>
      </w:pPr>
    </w:p>
    <w:p w:rsidR="00093FBB" w:rsidRDefault="00093FBB" w:rsidP="00963D31">
      <w:pPr>
        <w:pStyle w:val="Linien"/>
        <w:spacing w:line="360" w:lineRule="auto"/>
      </w:pPr>
    </w:p>
    <w:p w:rsidR="00093FBB" w:rsidRDefault="00093FBB" w:rsidP="00963D31">
      <w:pPr>
        <w:pStyle w:val="Linien"/>
        <w:spacing w:line="360" w:lineRule="auto"/>
      </w:pPr>
    </w:p>
    <w:p w:rsidR="00AF4E0B" w:rsidRDefault="00AF4E0B" w:rsidP="00963D31">
      <w:pPr>
        <w:pStyle w:val="Linien"/>
        <w:spacing w:line="360" w:lineRule="auto"/>
      </w:pPr>
    </w:p>
    <w:p w:rsidR="00963D31" w:rsidRDefault="00AF4E0B" w:rsidP="00AF4E0B">
      <w:pPr>
        <w:pStyle w:val="Liste"/>
      </w:pPr>
      <w:r>
        <w:t>b)</w:t>
      </w:r>
      <w:r>
        <w:tab/>
      </w:r>
      <w:r w:rsidR="00963D31">
        <w:t>Ergänze die folgenden Sätze.</w:t>
      </w:r>
      <w:r>
        <w:br/>
      </w:r>
      <w:r w:rsidR="00963D31">
        <w:t>Der Graph gehört zur Apfelsorte</w:t>
      </w:r>
      <w:r>
        <w:br/>
      </w:r>
      <w:r w:rsidRPr="00F66B09">
        <w:rPr>
          <w:szCs w:val="32"/>
        </w:rPr>
        <w:t>_</w:t>
      </w:r>
      <w:r w:rsidRPr="00F66B09">
        <w:rPr>
          <w:szCs w:val="32"/>
          <w:highlight w:val="yellow"/>
        </w:rPr>
        <w:t>...</w:t>
      </w:r>
      <w:r w:rsidRPr="00F66B09">
        <w:rPr>
          <w:szCs w:val="32"/>
        </w:rPr>
        <w:t>_</w:t>
      </w:r>
      <w:r w:rsidR="00963D31">
        <w:t>.</w:t>
      </w:r>
    </w:p>
    <w:p w:rsidR="00963D31" w:rsidRDefault="00963D31" w:rsidP="00AF4E0B">
      <w:pPr>
        <w:pStyle w:val="Listenfortsetzung"/>
      </w:pPr>
      <w:r>
        <w:t xml:space="preserve">Für 20 € dieser Apfelsorte erhält man etwa </w:t>
      </w:r>
      <w:r w:rsidR="00AF4E0B" w:rsidRPr="00F66B09">
        <w:rPr>
          <w:szCs w:val="32"/>
        </w:rPr>
        <w:t>_</w:t>
      </w:r>
      <w:r w:rsidR="00AF4E0B" w:rsidRPr="00F66B09">
        <w:rPr>
          <w:szCs w:val="32"/>
          <w:highlight w:val="yellow"/>
        </w:rPr>
        <w:t>...</w:t>
      </w:r>
      <w:r w:rsidR="00AF4E0B" w:rsidRPr="00F66B09">
        <w:rPr>
          <w:szCs w:val="32"/>
        </w:rPr>
        <w:t>_</w:t>
      </w:r>
      <w:r>
        <w:t xml:space="preserve"> kg Äpfel.</w:t>
      </w:r>
    </w:p>
    <w:p w:rsidR="00AF4E0B" w:rsidRDefault="00AF4E0B">
      <w:pPr>
        <w:spacing w:after="0" w:line="240" w:lineRule="auto"/>
      </w:pPr>
      <w:r>
        <w:br w:type="page"/>
      </w:r>
    </w:p>
    <w:p w:rsidR="00963D31" w:rsidRDefault="00963D31" w:rsidP="00963D31">
      <w:r>
        <w:lastRenderedPageBreak/>
        <w:t>Steffi hat Schwierigkeiten, den Preis für 3,5 kg Äpfel mithilfe des Diagramms zu bestimmen.</w:t>
      </w:r>
    </w:p>
    <w:p w:rsidR="00963D31" w:rsidRDefault="002F2344" w:rsidP="00093FBB">
      <w:pPr>
        <w:pStyle w:val="Liste"/>
      </w:pPr>
      <w:r>
        <w:t>c</w:t>
      </w:r>
      <w:bookmarkStart w:id="3" w:name="_GoBack"/>
      <w:bookmarkEnd w:id="3"/>
      <w:r w:rsidR="00093FBB">
        <w:t>)</w:t>
      </w:r>
      <w:r w:rsidR="00093FBB">
        <w:tab/>
      </w:r>
      <w:r w:rsidR="00963D31">
        <w:t>Erkläre die Schwierigkeiten bei der Bestimmung des genauen Preises.</w:t>
      </w:r>
      <w:r w:rsidR="00093FBB">
        <w:br/>
        <w:t>_</w:t>
      </w:r>
      <w:r w:rsidR="00093FBB" w:rsidRPr="00093FBB">
        <w:rPr>
          <w:highlight w:val="yellow"/>
        </w:rPr>
        <w:t>...</w:t>
      </w:r>
      <w:r w:rsidR="00093FBB">
        <w:t>_</w:t>
      </w:r>
    </w:p>
    <w:p w:rsidR="00963D31" w:rsidRDefault="00963D31" w:rsidP="00963D31">
      <w:pPr>
        <w:tabs>
          <w:tab w:val="left" w:pos="426"/>
        </w:tabs>
        <w:rPr>
          <w:rFonts w:eastAsia="Calibri"/>
        </w:rPr>
      </w:pPr>
    </w:p>
    <w:tbl>
      <w:tblPr>
        <w:tblStyle w:val="Tabellenraster"/>
        <w:tblpPr w:leftFromText="141" w:rightFromText="141" w:bottomFromText="120" w:vertAnchor="text" w:horzAnchor="page" w:tblpX="4188" w:tblpY="804"/>
        <w:tblW w:w="0" w:type="auto"/>
        <w:tblInd w:w="0" w:type="dxa"/>
        <w:tblLook w:val="04A0" w:firstRow="1" w:lastRow="0" w:firstColumn="1" w:lastColumn="0" w:noHBand="0" w:noVBand="1"/>
      </w:tblPr>
      <w:tblGrid>
        <w:gridCol w:w="3544"/>
        <w:gridCol w:w="1134"/>
        <w:gridCol w:w="1134"/>
        <w:gridCol w:w="1140"/>
      </w:tblGrid>
      <w:tr w:rsidR="00093FBB" w:rsidTr="0015630E">
        <w:trPr>
          <w:trHeight w:val="55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BB" w:rsidRPr="00093FBB" w:rsidRDefault="00093FBB" w:rsidP="0015630E">
            <w:pPr>
              <w:pStyle w:val="Linien"/>
              <w:spacing w:after="0" w:line="240" w:lineRule="auto"/>
              <w:rPr>
                <w:sz w:val="32"/>
                <w:szCs w:val="32"/>
              </w:rPr>
            </w:pPr>
            <w:bookmarkStart w:id="4" w:name="_Hlk22201915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FBB" w:rsidRPr="00093FBB" w:rsidRDefault="00093FBB" w:rsidP="0015630E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093FBB">
              <w:rPr>
                <w:sz w:val="32"/>
                <w:szCs w:val="32"/>
              </w:rPr>
              <w:t>6a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FBB" w:rsidRPr="00093FBB" w:rsidRDefault="00093FBB" w:rsidP="0015630E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093FBB">
              <w:rPr>
                <w:sz w:val="32"/>
                <w:szCs w:val="32"/>
              </w:rPr>
              <w:t>6b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FBB" w:rsidRPr="00093FBB" w:rsidRDefault="00093FBB" w:rsidP="0015630E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093FBB">
              <w:rPr>
                <w:sz w:val="32"/>
                <w:szCs w:val="32"/>
              </w:rPr>
              <w:t>6c</w:t>
            </w:r>
          </w:p>
        </w:tc>
      </w:tr>
      <w:tr w:rsidR="00093FBB" w:rsidTr="0015630E">
        <w:trPr>
          <w:trHeight w:val="75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FBB" w:rsidRPr="00093FBB" w:rsidRDefault="00093FBB" w:rsidP="0015630E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093FBB">
              <w:rPr>
                <w:sz w:val="32"/>
                <w:szCs w:val="32"/>
              </w:rPr>
              <w:t>Erreichte Punktzahl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FBB" w:rsidRPr="00093FBB" w:rsidRDefault="00093FBB" w:rsidP="0015630E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FBB" w:rsidRPr="00093FBB" w:rsidRDefault="00093FBB" w:rsidP="0015630E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FBB" w:rsidRPr="00093FBB" w:rsidRDefault="00093FBB" w:rsidP="0015630E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  <w:tr w:rsidR="00093FBB" w:rsidTr="0015630E">
        <w:trPr>
          <w:trHeight w:val="7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FBB" w:rsidRPr="00093FBB" w:rsidRDefault="00093FBB" w:rsidP="0015630E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093FBB">
              <w:rPr>
                <w:sz w:val="32"/>
                <w:szCs w:val="32"/>
              </w:rPr>
              <w:t>Mögliche Punktzahl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FBB" w:rsidRPr="00093FBB" w:rsidRDefault="00093FBB" w:rsidP="0015630E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093FBB">
              <w:rPr>
                <w:sz w:val="32"/>
                <w:szCs w:val="3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FBB" w:rsidRPr="00093FBB" w:rsidRDefault="00093FBB" w:rsidP="0015630E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093FBB">
              <w:rPr>
                <w:sz w:val="32"/>
                <w:szCs w:val="32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FBB" w:rsidRPr="00093FBB" w:rsidRDefault="00093FBB" w:rsidP="0015630E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093FBB">
              <w:rPr>
                <w:sz w:val="32"/>
                <w:szCs w:val="32"/>
              </w:rPr>
              <w:t>1</w:t>
            </w:r>
          </w:p>
        </w:tc>
      </w:tr>
      <w:bookmarkEnd w:id="4"/>
    </w:tbl>
    <w:p w:rsidR="00963D31" w:rsidRDefault="00963D31" w:rsidP="00963D31">
      <w:pPr>
        <w:rPr>
          <w:rFonts w:eastAsia="Times New Roman"/>
          <w:lang w:eastAsia="de-DE"/>
        </w:rPr>
      </w:pPr>
    </w:p>
    <w:p w:rsidR="00963D31" w:rsidRDefault="00963D31" w:rsidP="00963D31">
      <w:pPr>
        <w:spacing w:after="0"/>
        <w:sectPr w:rsidR="00963D31">
          <w:pgSz w:w="11906" w:h="16838"/>
          <w:pgMar w:top="1701" w:right="851" w:bottom="1134" w:left="1134" w:header="426" w:footer="709" w:gutter="0"/>
          <w:cols w:space="720"/>
        </w:sectPr>
      </w:pPr>
    </w:p>
    <w:bookmarkEnd w:id="1"/>
    <w:bookmarkEnd w:id="2"/>
    <w:p w:rsidR="00963D31" w:rsidRDefault="00963D31" w:rsidP="00560D1D">
      <w:pPr>
        <w:pStyle w:val="berschrift4"/>
      </w:pPr>
      <w:r>
        <w:lastRenderedPageBreak/>
        <w:t>Aufgabe 7</w:t>
      </w:r>
    </w:p>
    <w:p w:rsidR="00963D31" w:rsidRDefault="00963D31" w:rsidP="00963D31">
      <w:bookmarkStart w:id="5" w:name="_Hlk22204004"/>
      <w:r>
        <w:t>Der Flächeninhalt der abgebildeten Figur soll berechnet werden.</w:t>
      </w:r>
      <w:r>
        <w:rPr>
          <w:noProof/>
        </w:rPr>
        <w:t xml:space="preserve"> </w:t>
      </w:r>
    </w:p>
    <w:p w:rsidR="00963D31" w:rsidRDefault="00560D1D" w:rsidP="00560D1D">
      <w:pPr>
        <w:pStyle w:val="Liste"/>
        <w:rPr>
          <w:szCs w:val="20"/>
        </w:rPr>
      </w:pPr>
      <w:r>
        <w:t>a)</w:t>
      </w:r>
      <w:r>
        <w:tab/>
      </w:r>
      <w:r w:rsidR="00963D31">
        <w:t>Zeichne in die Grafik ein, wie du die Figur zerlegen oder ergänzen kannst.</w:t>
      </w:r>
    </w:p>
    <w:p w:rsidR="00D739AE" w:rsidRDefault="00F41362" w:rsidP="00963D31">
      <w:pPr>
        <w:jc w:val="center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278765</wp:posOffset>
                </wp:positionV>
                <wp:extent cx="4260215" cy="3957955"/>
                <wp:effectExtent l="0" t="0" r="6985" b="4445"/>
                <wp:wrapNone/>
                <wp:docPr id="192" name="Gruppieren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0215" cy="3957955"/>
                          <a:chOff x="0" y="0"/>
                          <a:chExt cx="4260215" cy="3957955"/>
                        </a:xfrm>
                      </wpg:grpSpPr>
                      <pic:pic xmlns:pic="http://schemas.openxmlformats.org/drawingml/2006/picture">
                        <pic:nvPicPr>
                          <pic:cNvPr id="2" name="Grafik 2" descr="Figur 2  19 04 Höhe 62 2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0215" cy="395795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" name="Freihandform 30"/>
                        <wps:cNvSpPr/>
                        <wps:spPr>
                          <a:xfrm>
                            <a:off x="883920" y="693420"/>
                            <a:ext cx="2549525" cy="2550160"/>
                          </a:xfrm>
                          <a:custGeom>
                            <a:avLst/>
                            <a:gdLst>
                              <a:gd name="connsiteX0" fmla="*/ 0 w 2538664"/>
                              <a:gd name="connsiteY0" fmla="*/ 2546684 h 2550695"/>
                              <a:gd name="connsiteX1" fmla="*/ 0 w 2538664"/>
                              <a:gd name="connsiteY1" fmla="*/ 1279358 h 2550695"/>
                              <a:gd name="connsiteX2" fmla="*/ 1263316 w 2538664"/>
                              <a:gd name="connsiteY2" fmla="*/ 1279358 h 2550695"/>
                              <a:gd name="connsiteX3" fmla="*/ 0 w 2538664"/>
                              <a:gd name="connsiteY3" fmla="*/ 0 h 2550695"/>
                              <a:gd name="connsiteX4" fmla="*/ 2538664 w 2538664"/>
                              <a:gd name="connsiteY4" fmla="*/ 0 h 2550695"/>
                              <a:gd name="connsiteX5" fmla="*/ 2538664 w 2538664"/>
                              <a:gd name="connsiteY5" fmla="*/ 1283368 h 2550695"/>
                              <a:gd name="connsiteX6" fmla="*/ 1271337 w 2538664"/>
                              <a:gd name="connsiteY6" fmla="*/ 2550695 h 2550695"/>
                              <a:gd name="connsiteX7" fmla="*/ 0 w 2538664"/>
                              <a:gd name="connsiteY7" fmla="*/ 2546684 h 25506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538664" h="2550695">
                                <a:moveTo>
                                  <a:pt x="0" y="2546684"/>
                                </a:moveTo>
                                <a:lnTo>
                                  <a:pt x="0" y="1279358"/>
                                </a:lnTo>
                                <a:lnTo>
                                  <a:pt x="1263316" y="1279358"/>
                                </a:lnTo>
                                <a:lnTo>
                                  <a:pt x="0" y="0"/>
                                </a:lnTo>
                                <a:lnTo>
                                  <a:pt x="2538664" y="0"/>
                                </a:lnTo>
                                <a:lnTo>
                                  <a:pt x="2538664" y="1283368"/>
                                </a:lnTo>
                                <a:lnTo>
                                  <a:pt x="1271337" y="2550695"/>
                                </a:lnTo>
                                <a:lnTo>
                                  <a:pt x="0" y="25466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73CBE0" id="Gruppieren 192" o:spid="_x0000_s1026" style="position:absolute;margin-left:58.5pt;margin-top:21.95pt;width:335.45pt;height:311.65pt;z-index:251678720" coordsize="42602,3957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">
                <v:shape id="Grafik 2" o:spid="_x0000_s1027" type="#_x0000_t75" alt="Figur 2  19 04 Höhe 62 2" style="position:absolute;width:42602;height:395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">
                  <v:imagedata r:id="rId15" o:title="Figur 2  19 04 Höhe 62 2"/>
                  <v:path arrowok="t"/>
                </v:shape>
                <v:shape id="Freihandform 30" o:spid="_x0000_s1028" style="position:absolute;left:8839;top:6934;width:25495;height:25501;visibility:visible;mso-wrap-style:square;v-text-anchor:middle" coordsize="2538664,2550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" path="m,2546684l,1279358r1263316,l,,2538664,r,1283368l1271337,2550695,,2546684xe" fillcolor="#ffc000" strokecolor="black [3213]" strokeweight="2pt">
                  <v:path arrowok="t" o:connecttype="custom" o:connectlocs="0,2546150;0,1279090;1268721,1279090;0,0;2549525,0;2549525,1283099;1276776,2550160;0,2546150" o:connectangles="0,0,0,0,0,0,0,0"/>
                </v:shape>
              </v:group>
            </w:pict>
          </mc:Fallback>
        </mc:AlternateContent>
      </w:r>
    </w:p>
    <w:p w:rsidR="00D739AE" w:rsidRDefault="00D739AE" w:rsidP="00963D31">
      <w:pPr>
        <w:jc w:val="center"/>
      </w:pPr>
    </w:p>
    <w:p w:rsidR="00D739AE" w:rsidRDefault="00D739AE" w:rsidP="00963D31">
      <w:pPr>
        <w:jc w:val="center"/>
      </w:pPr>
    </w:p>
    <w:p w:rsidR="00D739AE" w:rsidRDefault="00D739AE" w:rsidP="00963D31">
      <w:pPr>
        <w:jc w:val="center"/>
      </w:pPr>
    </w:p>
    <w:p w:rsidR="00D739AE" w:rsidRDefault="00D739AE" w:rsidP="00963D31">
      <w:pPr>
        <w:jc w:val="center"/>
      </w:pPr>
    </w:p>
    <w:p w:rsidR="00963D31" w:rsidRDefault="00963D31" w:rsidP="00963D31">
      <w:pPr>
        <w:jc w:val="center"/>
      </w:pPr>
    </w:p>
    <w:p w:rsidR="00D739AE" w:rsidRDefault="00D739AE" w:rsidP="00963D31">
      <w:pPr>
        <w:jc w:val="center"/>
      </w:pPr>
    </w:p>
    <w:p w:rsidR="00D739AE" w:rsidRDefault="00D739AE" w:rsidP="00963D31">
      <w:pPr>
        <w:jc w:val="center"/>
      </w:pPr>
    </w:p>
    <w:p w:rsidR="00D739AE" w:rsidRDefault="00D739AE" w:rsidP="00963D31">
      <w:pPr>
        <w:jc w:val="center"/>
      </w:pPr>
    </w:p>
    <w:p w:rsidR="00D739AE" w:rsidRDefault="00D739AE" w:rsidP="00963D31">
      <w:pPr>
        <w:jc w:val="center"/>
      </w:pPr>
    </w:p>
    <w:p w:rsidR="00D739AE" w:rsidRDefault="00D739AE" w:rsidP="00963D31">
      <w:pPr>
        <w:jc w:val="center"/>
      </w:pPr>
    </w:p>
    <w:p w:rsidR="00D739AE" w:rsidRDefault="00D739AE" w:rsidP="00963D31">
      <w:pPr>
        <w:jc w:val="center"/>
      </w:pPr>
    </w:p>
    <w:p w:rsidR="00963D31" w:rsidRDefault="00560D1D" w:rsidP="00560D1D">
      <w:pPr>
        <w:pStyle w:val="Liste"/>
      </w:pPr>
      <w:r>
        <w:t>b)</w:t>
      </w:r>
      <w:r>
        <w:tab/>
      </w:r>
      <w:r w:rsidR="00963D31">
        <w:t>Berechne den Flächeninhalt der Figur.</w:t>
      </w:r>
    </w:p>
    <w:p w:rsidR="00963D31" w:rsidRDefault="00963D31" w:rsidP="00963D31"/>
    <w:p w:rsidR="00963D31" w:rsidRDefault="00963D31" w:rsidP="00963D31"/>
    <w:p w:rsidR="00963D31" w:rsidRDefault="00963D31" w:rsidP="00963D31">
      <w:pPr>
        <w:ind w:firstLine="357"/>
      </w:pPr>
      <w:r>
        <w:t xml:space="preserve">A = </w:t>
      </w:r>
      <w:r w:rsidR="00D739AE">
        <w:t>_</w:t>
      </w:r>
      <w:r w:rsidR="00D739AE" w:rsidRPr="00D739AE">
        <w:rPr>
          <w:highlight w:val="yellow"/>
        </w:rPr>
        <w:t>...</w:t>
      </w:r>
      <w:r w:rsidR="00D739AE">
        <w:t>_</w:t>
      </w:r>
      <w:r>
        <w:t xml:space="preserve"> cm²</w:t>
      </w:r>
    </w:p>
    <w:p w:rsidR="00D739AE" w:rsidRDefault="00D739AE">
      <w:pPr>
        <w:spacing w:after="0" w:line="240" w:lineRule="auto"/>
      </w:pPr>
      <w:r>
        <w:br w:type="page"/>
      </w:r>
    </w:p>
    <w:p w:rsidR="00963D31" w:rsidRDefault="00D739AE" w:rsidP="00D739AE">
      <w:pPr>
        <w:pStyle w:val="Liste"/>
      </w:pPr>
      <w:r>
        <w:lastRenderedPageBreak/>
        <w:t>c)</w:t>
      </w:r>
      <w:r>
        <w:tab/>
      </w:r>
      <w:r w:rsidR="00963D31">
        <w:t>Gib eine allgemeine Formel zur Berechnung des Flächeninhaltes der Figur in Abhängigkeit von x an.</w:t>
      </w:r>
    </w:p>
    <w:p w:rsidR="00963D31" w:rsidRDefault="00F41362" w:rsidP="00963D31">
      <w:pPr>
        <w:pStyle w:val="Linien"/>
        <w:spacing w:line="360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1527810</wp:posOffset>
                </wp:positionH>
                <wp:positionV relativeFrom="paragraph">
                  <wp:posOffset>9525</wp:posOffset>
                </wp:positionV>
                <wp:extent cx="4045585" cy="3992880"/>
                <wp:effectExtent l="0" t="0" r="0" b="7620"/>
                <wp:wrapNone/>
                <wp:docPr id="193" name="Gruppieren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45585" cy="3992880"/>
                          <a:chOff x="0" y="0"/>
                          <a:chExt cx="4045585" cy="3992880"/>
                        </a:xfrm>
                      </wpg:grpSpPr>
                      <pic:pic xmlns:pic="http://schemas.openxmlformats.org/drawingml/2006/picture">
                        <pic:nvPicPr>
                          <pic:cNvPr id="6" name="Grafik 6" descr="Figur 2b  19 04 Höhe 62 2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45585" cy="399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Freihandform 31"/>
                        <wps:cNvSpPr/>
                        <wps:spPr>
                          <a:xfrm>
                            <a:off x="777240" y="708660"/>
                            <a:ext cx="2549525" cy="2550160"/>
                          </a:xfrm>
                          <a:custGeom>
                            <a:avLst/>
                            <a:gdLst>
                              <a:gd name="connsiteX0" fmla="*/ 0 w 2538664"/>
                              <a:gd name="connsiteY0" fmla="*/ 2546684 h 2550695"/>
                              <a:gd name="connsiteX1" fmla="*/ 0 w 2538664"/>
                              <a:gd name="connsiteY1" fmla="*/ 1279358 h 2550695"/>
                              <a:gd name="connsiteX2" fmla="*/ 1263316 w 2538664"/>
                              <a:gd name="connsiteY2" fmla="*/ 1279358 h 2550695"/>
                              <a:gd name="connsiteX3" fmla="*/ 0 w 2538664"/>
                              <a:gd name="connsiteY3" fmla="*/ 0 h 2550695"/>
                              <a:gd name="connsiteX4" fmla="*/ 2538664 w 2538664"/>
                              <a:gd name="connsiteY4" fmla="*/ 0 h 2550695"/>
                              <a:gd name="connsiteX5" fmla="*/ 2538664 w 2538664"/>
                              <a:gd name="connsiteY5" fmla="*/ 1283368 h 2550695"/>
                              <a:gd name="connsiteX6" fmla="*/ 1271337 w 2538664"/>
                              <a:gd name="connsiteY6" fmla="*/ 2550695 h 2550695"/>
                              <a:gd name="connsiteX7" fmla="*/ 0 w 2538664"/>
                              <a:gd name="connsiteY7" fmla="*/ 2546684 h 25506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538664" h="2550695">
                                <a:moveTo>
                                  <a:pt x="0" y="2546684"/>
                                </a:moveTo>
                                <a:lnTo>
                                  <a:pt x="0" y="1279358"/>
                                </a:lnTo>
                                <a:lnTo>
                                  <a:pt x="1263316" y="1279358"/>
                                </a:lnTo>
                                <a:lnTo>
                                  <a:pt x="0" y="0"/>
                                </a:lnTo>
                                <a:lnTo>
                                  <a:pt x="2538664" y="0"/>
                                </a:lnTo>
                                <a:lnTo>
                                  <a:pt x="2538664" y="1283368"/>
                                </a:lnTo>
                                <a:lnTo>
                                  <a:pt x="1271337" y="2550695"/>
                                </a:lnTo>
                                <a:lnTo>
                                  <a:pt x="0" y="25466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D3599F" id="Gruppieren 193" o:spid="_x0000_s1026" style="position:absolute;margin-left:120.3pt;margin-top:.75pt;width:318.55pt;height:314.4pt;z-index:251681792" coordsize="40455,3992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">
                <v:shape id="Grafik 6" o:spid="_x0000_s1027" type="#_x0000_t75" alt="Figur 2b  19 04 Höhe 62 2" style="position:absolute;width:40455;height:399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">
                  <v:imagedata r:id="rId17" o:title="Figur 2b  19 04 Höhe 62 2"/>
                  <v:path arrowok="t"/>
                </v:shape>
                <v:shape id="Freihandform 31" o:spid="_x0000_s1028" style="position:absolute;left:7772;top:7086;width:25495;height:25502;visibility:visible;mso-wrap-style:square;v-text-anchor:middle" coordsize="2538664,2550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" path="m,2546684l,1279358r1263316,l,,2538664,r,1283368l1271337,2550695,,2546684xe" fillcolor="#00b0f0" strokecolor="black [3213]" strokeweight="2pt">
                  <v:path arrowok="t" o:connecttype="custom" o:connectlocs="0,2546150;0,1279090;1268721,1279090;0,0;2549525,0;2549525,1283099;1276776,2550160;0,2546150" o:connectangles="0,0,0,0,0,0,0,0"/>
                </v:shape>
              </v:group>
            </w:pict>
          </mc:Fallback>
        </mc:AlternateContent>
      </w:r>
    </w:p>
    <w:p w:rsidR="00963D31" w:rsidRDefault="00963D31" w:rsidP="00963D31">
      <w:pPr>
        <w:pStyle w:val="Linien"/>
        <w:ind w:left="426"/>
      </w:pPr>
    </w:p>
    <w:p w:rsidR="00963D31" w:rsidRDefault="00963D31" w:rsidP="00963D31">
      <w:pPr>
        <w:rPr>
          <w:rFonts w:eastAsia="Calibri"/>
        </w:rPr>
      </w:pPr>
      <w:bookmarkStart w:id="6" w:name="_Hlk22204941"/>
      <w:bookmarkEnd w:id="5"/>
    </w:p>
    <w:p w:rsidR="00963D31" w:rsidRDefault="00963D31" w:rsidP="00963D31">
      <w:pPr>
        <w:rPr>
          <w:rFonts w:eastAsia="Calibri"/>
        </w:rPr>
      </w:pPr>
    </w:p>
    <w:p w:rsidR="00F41362" w:rsidRDefault="00F41362" w:rsidP="00963D31">
      <w:pPr>
        <w:rPr>
          <w:rFonts w:eastAsia="Calibri"/>
        </w:rPr>
      </w:pPr>
    </w:p>
    <w:p w:rsidR="00F41362" w:rsidRDefault="00F41362" w:rsidP="00963D31">
      <w:pPr>
        <w:rPr>
          <w:rFonts w:eastAsia="Calibri"/>
        </w:rPr>
      </w:pPr>
    </w:p>
    <w:p w:rsidR="00F41362" w:rsidRDefault="00F41362" w:rsidP="00963D31">
      <w:pPr>
        <w:rPr>
          <w:rFonts w:eastAsia="Calibri"/>
        </w:rPr>
      </w:pPr>
    </w:p>
    <w:p w:rsidR="00F41362" w:rsidRDefault="00F41362" w:rsidP="00963D31">
      <w:pPr>
        <w:rPr>
          <w:rFonts w:eastAsia="Calibri"/>
        </w:rPr>
      </w:pPr>
    </w:p>
    <w:p w:rsidR="00F41362" w:rsidRDefault="00F41362" w:rsidP="00963D31">
      <w:pPr>
        <w:rPr>
          <w:rFonts w:eastAsia="Calibri"/>
        </w:rPr>
      </w:pPr>
    </w:p>
    <w:p w:rsidR="00963D31" w:rsidRDefault="00963D31" w:rsidP="00963D31">
      <w:pPr>
        <w:rPr>
          <w:rFonts w:eastAsia="Calibri"/>
        </w:rPr>
      </w:pPr>
    </w:p>
    <w:p w:rsidR="00963D31" w:rsidRDefault="00963D31" w:rsidP="00963D31">
      <w:pPr>
        <w:rPr>
          <w:rFonts w:eastAsia="Calibri"/>
        </w:rPr>
      </w:pPr>
      <w:r>
        <w:rPr>
          <w:rFonts w:eastAsia="Calibri"/>
        </w:rPr>
        <w:t xml:space="preserve">A = </w:t>
      </w:r>
      <w:r w:rsidR="00F41362">
        <w:rPr>
          <w:rFonts w:eastAsia="Calibri"/>
        </w:rPr>
        <w:t>_</w:t>
      </w:r>
      <w:r w:rsidR="00F41362" w:rsidRPr="00F41362">
        <w:rPr>
          <w:rFonts w:eastAsia="Calibri"/>
          <w:highlight w:val="yellow"/>
        </w:rPr>
        <w:t>...</w:t>
      </w:r>
      <w:r w:rsidR="00F41362">
        <w:rPr>
          <w:rFonts w:eastAsia="Calibri"/>
        </w:rPr>
        <w:t>_</w:t>
      </w:r>
    </w:p>
    <w:tbl>
      <w:tblPr>
        <w:tblStyle w:val="Tabellenraster"/>
        <w:tblpPr w:leftFromText="141" w:rightFromText="141" w:bottomFromText="120" w:vertAnchor="page" w:horzAnchor="page" w:tblpX="3829" w:tblpY="11629"/>
        <w:tblW w:w="0" w:type="auto"/>
        <w:tblInd w:w="0" w:type="dxa"/>
        <w:tblLook w:val="04A0" w:firstRow="1" w:lastRow="0" w:firstColumn="1" w:lastColumn="0" w:noHBand="0" w:noVBand="1"/>
      </w:tblPr>
      <w:tblGrid>
        <w:gridCol w:w="3730"/>
        <w:gridCol w:w="1238"/>
        <w:gridCol w:w="1238"/>
        <w:gridCol w:w="1238"/>
      </w:tblGrid>
      <w:tr w:rsidR="00F41362" w:rsidTr="0015630E">
        <w:trPr>
          <w:trHeight w:val="445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362" w:rsidRPr="00F41362" w:rsidRDefault="00F41362" w:rsidP="00F41362">
            <w:pPr>
              <w:pStyle w:val="Linien"/>
              <w:spacing w:after="0" w:line="240" w:lineRule="auto"/>
              <w:rPr>
                <w:sz w:val="32"/>
                <w:szCs w:val="32"/>
              </w:rPr>
            </w:pPr>
            <w:bookmarkStart w:id="7" w:name="_Hlk22203911"/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362" w:rsidRPr="00F41362" w:rsidRDefault="00F41362" w:rsidP="00F41362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F41362">
              <w:rPr>
                <w:sz w:val="32"/>
                <w:szCs w:val="32"/>
              </w:rPr>
              <w:t>7a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362" w:rsidRPr="00F41362" w:rsidRDefault="00F41362" w:rsidP="00F41362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F41362">
              <w:rPr>
                <w:sz w:val="32"/>
                <w:szCs w:val="32"/>
              </w:rPr>
              <w:t>7b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362" w:rsidRPr="00F41362" w:rsidRDefault="00F41362" w:rsidP="00F41362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F41362">
              <w:rPr>
                <w:sz w:val="32"/>
                <w:szCs w:val="32"/>
              </w:rPr>
              <w:t>7c</w:t>
            </w:r>
          </w:p>
        </w:tc>
      </w:tr>
      <w:tr w:rsidR="00F41362" w:rsidTr="0015630E">
        <w:trPr>
          <w:trHeight w:val="891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362" w:rsidRPr="00F41362" w:rsidRDefault="00F41362" w:rsidP="00F41362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F41362">
              <w:rPr>
                <w:sz w:val="32"/>
                <w:szCs w:val="32"/>
              </w:rPr>
              <w:t>Erreichte Punktzahl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362" w:rsidRPr="00F41362" w:rsidRDefault="00F41362" w:rsidP="00F41362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362" w:rsidRPr="00F41362" w:rsidRDefault="00F41362" w:rsidP="00F41362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362" w:rsidRPr="00F41362" w:rsidRDefault="00F41362" w:rsidP="00F41362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  <w:tr w:rsidR="00F41362" w:rsidTr="0015630E">
        <w:trPr>
          <w:trHeight w:val="891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362" w:rsidRPr="00F41362" w:rsidRDefault="00F41362" w:rsidP="00F41362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F41362">
              <w:rPr>
                <w:sz w:val="32"/>
                <w:szCs w:val="32"/>
              </w:rPr>
              <w:t>Mögliche Punktzahl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362" w:rsidRPr="00F41362" w:rsidRDefault="00F41362" w:rsidP="00F41362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F41362">
              <w:rPr>
                <w:sz w:val="32"/>
                <w:szCs w:val="32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362" w:rsidRPr="00F41362" w:rsidRDefault="00F41362" w:rsidP="00F41362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F41362">
              <w:rPr>
                <w:sz w:val="32"/>
                <w:szCs w:val="32"/>
              </w:rPr>
              <w:t>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362" w:rsidRPr="00F41362" w:rsidRDefault="00F41362" w:rsidP="00F41362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F41362">
              <w:rPr>
                <w:sz w:val="32"/>
                <w:szCs w:val="32"/>
              </w:rPr>
              <w:t>1</w:t>
            </w:r>
          </w:p>
        </w:tc>
      </w:tr>
      <w:bookmarkEnd w:id="7"/>
    </w:tbl>
    <w:p w:rsidR="00963D31" w:rsidRDefault="00963D31" w:rsidP="00963D31">
      <w:pPr>
        <w:rPr>
          <w:rFonts w:eastAsia="Calibri" w:cs="Arial"/>
          <w:sz w:val="22"/>
          <w:szCs w:val="22"/>
        </w:rPr>
      </w:pPr>
    </w:p>
    <w:p w:rsidR="00963D31" w:rsidRDefault="00963D31" w:rsidP="00963D31">
      <w:pPr>
        <w:spacing w:after="0"/>
        <w:rPr>
          <w:rFonts w:eastAsia="Calibri"/>
        </w:rPr>
        <w:sectPr w:rsidR="00963D31">
          <w:pgSz w:w="11906" w:h="16838"/>
          <w:pgMar w:top="1701" w:right="851" w:bottom="1134" w:left="1134" w:header="426" w:footer="709" w:gutter="0"/>
          <w:cols w:space="720"/>
        </w:sectPr>
      </w:pPr>
    </w:p>
    <w:p w:rsidR="00963D31" w:rsidRDefault="00963D31" w:rsidP="000350F4">
      <w:pPr>
        <w:pStyle w:val="berschrift4"/>
      </w:pPr>
      <w:r>
        <w:lastRenderedPageBreak/>
        <w:t>Aufgabe 8</w:t>
      </w:r>
    </w:p>
    <w:p w:rsidR="00963D31" w:rsidRDefault="00963D31" w:rsidP="000350F4">
      <w:r>
        <w:t>Max hat begonnen, ein Dreieck an der Geraden g zu spiegeln.</w:t>
      </w:r>
    </w:p>
    <w:p w:rsidR="00963D31" w:rsidRDefault="000350F4" w:rsidP="000350F4">
      <w:pPr>
        <w:pStyle w:val="Liste"/>
        <w:rPr>
          <w:rFonts w:eastAsia="Times New Roman"/>
          <w:lang w:eastAsia="de-DE"/>
        </w:rPr>
      </w:pPr>
      <w:r>
        <w:t>a)</w:t>
      </w:r>
      <w:r>
        <w:tab/>
      </w:r>
      <w:r w:rsidR="00963D31">
        <w:t>Vervollständige die Spiegelung.</w:t>
      </w:r>
    </w:p>
    <w:p w:rsidR="00963D31" w:rsidRDefault="00963D31" w:rsidP="00963D31">
      <w:pPr>
        <w:jc w:val="center"/>
        <w:rPr>
          <w:rFonts w:eastAsia="Calibri"/>
        </w:rPr>
      </w:pPr>
    </w:p>
    <w:p w:rsidR="00A30A90" w:rsidRDefault="00A30A90" w:rsidP="00963D31">
      <w:pPr>
        <w:jc w:val="center"/>
        <w:rPr>
          <w:rFonts w:eastAsia="Calibri"/>
        </w:rPr>
      </w:pPr>
    </w:p>
    <w:p w:rsidR="00A30A90" w:rsidRDefault="00A30A90" w:rsidP="00963D31">
      <w:pPr>
        <w:jc w:val="center"/>
        <w:rPr>
          <w:rFonts w:eastAsia="Calibri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161925</wp:posOffset>
                </wp:positionV>
                <wp:extent cx="3529330" cy="3117850"/>
                <wp:effectExtent l="0" t="0" r="0" b="6350"/>
                <wp:wrapNone/>
                <wp:docPr id="195" name="Gruppieren 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9330" cy="3117850"/>
                          <a:chOff x="0" y="0"/>
                          <a:chExt cx="3529330" cy="3117850"/>
                        </a:xfrm>
                      </wpg:grpSpPr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985" t="12799" r="9026" b="186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300" y="114300"/>
                            <a:ext cx="3168650" cy="300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194" name="Gruppieren 194"/>
                        <wpg:cNvGrpSpPr/>
                        <wpg:grpSpPr>
                          <a:xfrm>
                            <a:off x="0" y="0"/>
                            <a:ext cx="3529330" cy="2797810"/>
                            <a:chOff x="0" y="0"/>
                            <a:chExt cx="3529330" cy="2797810"/>
                          </a:xfrm>
                        </wpg:grpSpPr>
                        <wps:wsp>
                          <wps:cNvPr id="10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440180"/>
                              <a:ext cx="502285" cy="3733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63D31" w:rsidRDefault="00963D31" w:rsidP="00963D31"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4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8140" y="0"/>
                              <a:ext cx="495300" cy="5486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63D31" w:rsidRDefault="00963D31" w:rsidP="00963D31">
                                <w: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5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98420" y="30480"/>
                              <a:ext cx="584200" cy="50990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63D31" w:rsidRDefault="00963D31" w:rsidP="00963D31">
                                <w:r>
                                  <w:t>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1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17320" y="1097280"/>
                              <a:ext cx="380365" cy="3937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63D31" w:rsidRDefault="00963D31" w:rsidP="00963D31">
                                <w: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17520" y="2339340"/>
                              <a:ext cx="511810" cy="45847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63D31" w:rsidRDefault="00963D31" w:rsidP="00963D31">
                                <w:r>
                                  <w:t>C‘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6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5460" y="1508760"/>
                              <a:ext cx="474345" cy="42037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63D31" w:rsidRDefault="00963D31" w:rsidP="00963D31">
                                <w:r>
                                  <w:t>B‘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195" o:spid="_x0000_s1030" style="position:absolute;left:0;text-align:left;margin-left:0;margin-top:12.75pt;width:277.9pt;height:245.5pt;z-index:251663360;mso-position-horizontal:center;mso-position-horizontal-relative:margin" coordsize="35293,311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">
                <v:shape id="Grafik 1" o:spid="_x0000_s1031" type="#_x0000_t75" style="position:absolute;left:1143;top:1143;width:31686;height:300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">
                  <v:imagedata r:id="rId19" o:title="" croptop="8388f" cropbottom="12217f" cropleft="22928f" cropright="5915f"/>
                  <v:path arrowok="t"/>
                </v:shape>
                <v:group id="Gruppieren 194" o:spid="_x0000_s1032" style="position:absolute;width:35293;height:27978" coordsize="35293,27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nY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xRv8PhMukKsfAAAA//8DAFBLAQItABQABgAIAAAAIQDb4fbL7gAAAIUBAAATAAAAAAAAAAAA&#10;AAAAAAAAAABbQ29udGVudF9UeXBlc10ueG1sUEsBAi0AFAAGAAgAAAAhAFr0LFu/AAAAFQEAAAsA&#10;AAAAAAAAAAAAAAAAHwEAAF9yZWxzLy5yZWxzUEsBAi0AFAAGAAgAAAAhANz1CdjEAAAA3AAAAA8A&#10;AAAAAAAAAAAAAAAABwIAAGRycy9kb3ducmV2LnhtbFBLBQYAAAAAAwADALcAAAD4AgAAAAA=&#10;">
                  <v:shape id="Textfeld 2" o:spid="_x0000_s1033" type="#_x0000_t202" style="position:absolute;top:14401;width:5022;height:3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  <v:textbox>
                      <w:txbxContent>
                        <w:p w:rsidR="00963D31" w:rsidRDefault="00963D31" w:rsidP="00963D31">
                          <w:r>
                            <w:t>A</w:t>
                          </w:r>
                        </w:p>
                      </w:txbxContent>
                    </v:textbox>
                  </v:shape>
                  <v:shape id="Textfeld 2" o:spid="_x0000_s1034" type="#_x0000_t202" style="position:absolute;left:3581;width:4953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<v:textbox>
                      <w:txbxContent>
                        <w:p w:rsidR="00963D31" w:rsidRDefault="00963D31" w:rsidP="00963D31">
                          <w:r>
                            <w:t>C</w:t>
                          </w:r>
                        </w:p>
                      </w:txbxContent>
                    </v:textbox>
                  </v:shape>
                  <v:shape id="Textfeld 2" o:spid="_x0000_s1035" type="#_x0000_t202" style="position:absolute;left:25984;top:304;width:5842;height:50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<v:textbox>
                      <w:txbxContent>
                        <w:p w:rsidR="00963D31" w:rsidRDefault="00963D31" w:rsidP="00963D31">
                          <w:r>
                            <w:t>g</w:t>
                          </w:r>
                        </w:p>
                      </w:txbxContent>
                    </v:textbox>
                  </v:shape>
                  <v:shape id="Textfeld 2" o:spid="_x0000_s1036" type="#_x0000_t202" style="position:absolute;left:14173;top:10972;width:3803;height:3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<v:textbox>
                      <w:txbxContent>
                        <w:p w:rsidR="00963D31" w:rsidRDefault="00963D31" w:rsidP="00963D31">
                          <w:r>
                            <w:t>B</w:t>
                          </w:r>
                        </w:p>
                      </w:txbxContent>
                    </v:textbox>
                  </v:shape>
                  <v:shape id="Textfeld 2" o:spid="_x0000_s1037" type="#_x0000_t202" style="position:absolute;left:30175;top:23393;width:5118;height:4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<v:textbox>
                      <w:txbxContent>
                        <w:p w:rsidR="00963D31" w:rsidRDefault="00963D31" w:rsidP="00963D31">
                          <w:r>
                            <w:t>C‘</w:t>
                          </w:r>
                        </w:p>
                      </w:txbxContent>
                    </v:textbox>
                  </v:shape>
                  <v:shape id="Textfeld 2" o:spid="_x0000_s1038" type="#_x0000_t202" style="position:absolute;left:17754;top:15087;width:4744;height:4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<v:textbox>
                      <w:txbxContent>
                        <w:p w:rsidR="00963D31" w:rsidRDefault="00963D31" w:rsidP="00963D31">
                          <w:r>
                            <w:t>B‘</w:t>
                          </w: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</w:p>
    <w:p w:rsidR="00A30A90" w:rsidRDefault="00A30A90" w:rsidP="00963D31">
      <w:pPr>
        <w:jc w:val="center"/>
        <w:rPr>
          <w:rFonts w:eastAsia="Calibri"/>
        </w:rPr>
      </w:pPr>
    </w:p>
    <w:p w:rsidR="00A30A90" w:rsidRDefault="00A30A90" w:rsidP="00963D31">
      <w:pPr>
        <w:jc w:val="center"/>
        <w:rPr>
          <w:rFonts w:eastAsia="Calibri"/>
        </w:rPr>
      </w:pPr>
    </w:p>
    <w:p w:rsidR="00A30A90" w:rsidRDefault="00A30A90" w:rsidP="00963D31">
      <w:pPr>
        <w:jc w:val="center"/>
        <w:rPr>
          <w:rFonts w:eastAsia="Calibri"/>
        </w:rPr>
      </w:pPr>
    </w:p>
    <w:p w:rsidR="00A30A90" w:rsidRDefault="00A30A90" w:rsidP="00963D31">
      <w:pPr>
        <w:jc w:val="center"/>
        <w:rPr>
          <w:rFonts w:eastAsia="Calibri"/>
        </w:rPr>
      </w:pPr>
    </w:p>
    <w:p w:rsidR="00A30A90" w:rsidRDefault="00A30A90" w:rsidP="00963D31">
      <w:pPr>
        <w:jc w:val="center"/>
        <w:rPr>
          <w:rFonts w:eastAsia="Calibri"/>
        </w:rPr>
      </w:pPr>
    </w:p>
    <w:p w:rsidR="00A30A90" w:rsidRDefault="00A30A90" w:rsidP="00963D31">
      <w:pPr>
        <w:jc w:val="center"/>
        <w:rPr>
          <w:rFonts w:eastAsia="Calibri"/>
        </w:rPr>
      </w:pPr>
    </w:p>
    <w:p w:rsidR="00A30A90" w:rsidRDefault="00A30A90" w:rsidP="00963D31">
      <w:pPr>
        <w:jc w:val="center"/>
        <w:rPr>
          <w:rFonts w:eastAsia="Calibri"/>
        </w:rPr>
      </w:pPr>
    </w:p>
    <w:p w:rsidR="00A30A90" w:rsidRDefault="00A30A90" w:rsidP="00963D31">
      <w:pPr>
        <w:jc w:val="center"/>
        <w:rPr>
          <w:rFonts w:eastAsia="Calibri"/>
        </w:rPr>
      </w:pPr>
    </w:p>
    <w:p w:rsidR="00A30A90" w:rsidRDefault="00A30A90" w:rsidP="00963D31">
      <w:pPr>
        <w:jc w:val="center"/>
        <w:rPr>
          <w:rFonts w:eastAsia="Calibri"/>
        </w:rPr>
      </w:pPr>
    </w:p>
    <w:p w:rsidR="00A30A90" w:rsidRDefault="00A30A90" w:rsidP="00963D31">
      <w:pPr>
        <w:jc w:val="center"/>
        <w:rPr>
          <w:rFonts w:eastAsia="Calibri"/>
        </w:rPr>
      </w:pPr>
    </w:p>
    <w:p w:rsidR="000350F4" w:rsidRDefault="000350F4">
      <w:pPr>
        <w:spacing w:after="0" w:line="240" w:lineRule="auto"/>
      </w:pPr>
      <w:r>
        <w:br w:type="page"/>
      </w:r>
    </w:p>
    <w:p w:rsidR="00963D31" w:rsidRDefault="00963D31" w:rsidP="00963D31">
      <w:pPr>
        <w:rPr>
          <w:rFonts w:eastAsia="Times New Roman"/>
          <w:lang w:eastAsia="de-DE"/>
        </w:rPr>
      </w:pPr>
      <w:r>
        <w:lastRenderedPageBreak/>
        <w:t>Der abgebildete Stern ist achsensymmetrisch.</w:t>
      </w:r>
    </w:p>
    <w:p w:rsidR="00963D31" w:rsidRDefault="00A30A90" w:rsidP="00A30A90">
      <w:pPr>
        <w:pStyle w:val="Liste"/>
      </w:pPr>
      <w:r>
        <w:t>b)</w:t>
      </w:r>
      <w:r>
        <w:tab/>
      </w:r>
      <w:r w:rsidR="00963D31">
        <w:t>Zeichne in den Stern alle Symmetrieachsen ein.</w:t>
      </w:r>
    </w:p>
    <w:p w:rsidR="00963D31" w:rsidRDefault="00A30A90" w:rsidP="00963D31">
      <w:r>
        <w:rPr>
          <w:noProof/>
          <w:lang w:eastAsia="de-DE"/>
        </w:rPr>
        <w:drawing>
          <wp:anchor distT="0" distB="0" distL="114300" distR="114300" simplePos="0" relativeHeight="251664384" behindDoc="0" locked="0" layoutInCell="1" allowOverlap="1" wp14:anchorId="4D8DD25B" wp14:editId="54CBD5BC">
            <wp:simplePos x="0" y="0"/>
            <wp:positionH relativeFrom="column">
              <wp:posOffset>1035685</wp:posOffset>
            </wp:positionH>
            <wp:positionV relativeFrom="paragraph">
              <wp:posOffset>90805</wp:posOffset>
            </wp:positionV>
            <wp:extent cx="2741930" cy="2741930"/>
            <wp:effectExtent l="0" t="0" r="1270" b="127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8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1930" cy="274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0A90" w:rsidRDefault="00A30A90" w:rsidP="00963D31"/>
    <w:p w:rsidR="00A30A90" w:rsidRDefault="00A30A90" w:rsidP="00963D31"/>
    <w:p w:rsidR="00A30A90" w:rsidRDefault="00A30A90" w:rsidP="00963D31"/>
    <w:p w:rsidR="00A30A90" w:rsidRDefault="00A30A90" w:rsidP="00963D31"/>
    <w:p w:rsidR="00A30A90" w:rsidRDefault="00A30A90" w:rsidP="00963D31"/>
    <w:p w:rsidR="00963D31" w:rsidRDefault="00963D31" w:rsidP="00963D31"/>
    <w:p w:rsidR="0015630E" w:rsidRDefault="0015630E">
      <w:pPr>
        <w:spacing w:after="0" w:line="240" w:lineRule="auto"/>
      </w:pPr>
      <w:r>
        <w:br w:type="page"/>
      </w:r>
    </w:p>
    <w:p w:rsidR="00963D31" w:rsidRDefault="00963D31" w:rsidP="00963D31">
      <w:pPr>
        <w:rPr>
          <w:noProof/>
        </w:rPr>
      </w:pPr>
      <w:r>
        <w:rPr>
          <w:noProof/>
        </w:rPr>
        <w:lastRenderedPageBreak/>
        <w:t>Tim hat in das abgebildete Verkehrszeichen eine Gerade eingezeichnet.</w:t>
      </w:r>
    </w:p>
    <w:p w:rsidR="0015630E" w:rsidRDefault="0015630E" w:rsidP="00963D31">
      <w:pPr>
        <w:rPr>
          <w:noProof/>
        </w:rPr>
      </w:pPr>
      <w:r>
        <w:rPr>
          <w:noProof/>
          <w:lang w:eastAsia="de-DE"/>
        </w:rPr>
        <w:drawing>
          <wp:anchor distT="0" distB="0" distL="114300" distR="114300" simplePos="0" relativeHeight="251667456" behindDoc="0" locked="0" layoutInCell="1" allowOverlap="1" wp14:anchorId="766EA0EF" wp14:editId="0D20F740">
            <wp:simplePos x="0" y="0"/>
            <wp:positionH relativeFrom="column">
              <wp:posOffset>1471139</wp:posOffset>
            </wp:positionH>
            <wp:positionV relativeFrom="paragraph">
              <wp:posOffset>144145</wp:posOffset>
            </wp:positionV>
            <wp:extent cx="2319176" cy="2293620"/>
            <wp:effectExtent l="0" t="0" r="5080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9176" cy="2293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630E" w:rsidRDefault="0015630E" w:rsidP="00963D31">
      <w:pPr>
        <w:rPr>
          <w:noProof/>
        </w:rPr>
      </w:pPr>
    </w:p>
    <w:p w:rsidR="0015630E" w:rsidRDefault="0015630E" w:rsidP="00963D31">
      <w:pPr>
        <w:rPr>
          <w:noProof/>
        </w:rPr>
      </w:pPr>
    </w:p>
    <w:p w:rsidR="0015630E" w:rsidRDefault="0015630E" w:rsidP="00963D31">
      <w:pPr>
        <w:rPr>
          <w:noProof/>
        </w:rPr>
      </w:pPr>
    </w:p>
    <w:p w:rsidR="0015630E" w:rsidRDefault="0015630E" w:rsidP="00963D31">
      <w:pPr>
        <w:rPr>
          <w:noProof/>
        </w:rPr>
      </w:pPr>
    </w:p>
    <w:p w:rsidR="0015630E" w:rsidRDefault="0015630E" w:rsidP="00963D31">
      <w:pPr>
        <w:rPr>
          <w:noProof/>
        </w:rPr>
      </w:pPr>
    </w:p>
    <w:p w:rsidR="0015630E" w:rsidRDefault="0015630E" w:rsidP="00963D31">
      <w:pPr>
        <w:rPr>
          <w:noProof/>
        </w:rPr>
      </w:pPr>
    </w:p>
    <w:p w:rsidR="0015630E" w:rsidRDefault="0015630E" w:rsidP="00963D31"/>
    <w:tbl>
      <w:tblPr>
        <w:tblStyle w:val="Tabellenraster"/>
        <w:tblpPr w:leftFromText="141" w:rightFromText="141" w:bottomFromText="120" w:vertAnchor="text" w:horzAnchor="page" w:tblpX="3050" w:tblpY="3385"/>
        <w:tblW w:w="0" w:type="auto"/>
        <w:tblInd w:w="0" w:type="dxa"/>
        <w:tblLook w:val="04A0" w:firstRow="1" w:lastRow="0" w:firstColumn="1" w:lastColumn="0" w:noHBand="0" w:noVBand="1"/>
      </w:tblPr>
      <w:tblGrid>
        <w:gridCol w:w="3475"/>
        <w:gridCol w:w="1532"/>
        <w:gridCol w:w="1532"/>
        <w:gridCol w:w="1532"/>
      </w:tblGrid>
      <w:tr w:rsidR="0015630E" w:rsidRPr="0015630E" w:rsidTr="0015630E">
        <w:trPr>
          <w:trHeight w:val="460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30E" w:rsidRPr="0015630E" w:rsidRDefault="0015630E" w:rsidP="0015630E">
            <w:pPr>
              <w:pStyle w:val="Linien"/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30E" w:rsidRPr="0015630E" w:rsidRDefault="0015630E" w:rsidP="0015630E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15630E">
              <w:rPr>
                <w:sz w:val="32"/>
                <w:szCs w:val="32"/>
              </w:rPr>
              <w:t>8a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30E" w:rsidRPr="0015630E" w:rsidRDefault="0015630E" w:rsidP="0015630E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15630E">
              <w:rPr>
                <w:sz w:val="32"/>
                <w:szCs w:val="32"/>
              </w:rPr>
              <w:t>8b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30E" w:rsidRPr="0015630E" w:rsidRDefault="0015630E" w:rsidP="0015630E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15630E">
              <w:rPr>
                <w:sz w:val="32"/>
                <w:szCs w:val="32"/>
              </w:rPr>
              <w:t>8c</w:t>
            </w:r>
          </w:p>
        </w:tc>
      </w:tr>
      <w:tr w:rsidR="0015630E" w:rsidRPr="0015630E" w:rsidTr="0015630E">
        <w:trPr>
          <w:trHeight w:val="920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30E" w:rsidRPr="0015630E" w:rsidRDefault="0015630E" w:rsidP="0015630E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15630E">
              <w:rPr>
                <w:sz w:val="32"/>
                <w:szCs w:val="32"/>
              </w:rPr>
              <w:t>Erreichte Punktzahl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30E" w:rsidRPr="0015630E" w:rsidRDefault="0015630E" w:rsidP="0015630E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30E" w:rsidRPr="0015630E" w:rsidRDefault="0015630E" w:rsidP="0015630E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30E" w:rsidRPr="0015630E" w:rsidRDefault="0015630E" w:rsidP="0015630E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  <w:tr w:rsidR="0015630E" w:rsidRPr="0015630E" w:rsidTr="0015630E">
        <w:trPr>
          <w:trHeight w:val="920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30E" w:rsidRPr="0015630E" w:rsidRDefault="0015630E" w:rsidP="0015630E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15630E">
              <w:rPr>
                <w:sz w:val="32"/>
                <w:szCs w:val="32"/>
              </w:rPr>
              <w:t>Mögliche Punktzahl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30E" w:rsidRPr="0015630E" w:rsidRDefault="0015630E" w:rsidP="0015630E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15630E">
              <w:rPr>
                <w:sz w:val="32"/>
                <w:szCs w:val="32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30E" w:rsidRPr="0015630E" w:rsidRDefault="0015630E" w:rsidP="0015630E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15630E">
              <w:rPr>
                <w:sz w:val="32"/>
                <w:szCs w:val="32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30E" w:rsidRPr="0015630E" w:rsidRDefault="0015630E" w:rsidP="0015630E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15630E">
              <w:rPr>
                <w:sz w:val="32"/>
                <w:szCs w:val="32"/>
              </w:rPr>
              <w:t>1</w:t>
            </w:r>
          </w:p>
        </w:tc>
      </w:tr>
    </w:tbl>
    <w:p w:rsidR="00963D31" w:rsidRPr="0015630E" w:rsidRDefault="0015630E" w:rsidP="0015630E">
      <w:pPr>
        <w:pStyle w:val="Liste"/>
        <w:rPr>
          <w:szCs w:val="32"/>
        </w:rPr>
      </w:pPr>
      <w:r>
        <w:t>c)</w:t>
      </w:r>
      <w:r>
        <w:tab/>
      </w:r>
      <w:r w:rsidR="00963D31">
        <w:t>Begründe, dass diese Gerade keine Symmetrie</w:t>
      </w:r>
      <w:r>
        <w:t>achse des Verkehrszeichens ist.</w:t>
      </w:r>
      <w:r>
        <w:br/>
      </w:r>
      <w:r w:rsidRPr="0015630E">
        <w:rPr>
          <w:szCs w:val="32"/>
        </w:rPr>
        <w:t>_</w:t>
      </w:r>
      <w:r w:rsidRPr="0015630E">
        <w:rPr>
          <w:szCs w:val="32"/>
          <w:highlight w:val="yellow"/>
        </w:rPr>
        <w:t>...</w:t>
      </w:r>
      <w:r w:rsidRPr="0015630E">
        <w:rPr>
          <w:szCs w:val="32"/>
        </w:rPr>
        <w:t>_</w:t>
      </w:r>
    </w:p>
    <w:bookmarkEnd w:id="6"/>
    <w:sectPr w:rsidR="00963D31" w:rsidRPr="0015630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57160"/>
    <w:multiLevelType w:val="hybridMultilevel"/>
    <w:tmpl w:val="87821EB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241AB5"/>
    <w:multiLevelType w:val="hybridMultilevel"/>
    <w:tmpl w:val="3C90F2E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B3611A"/>
    <w:multiLevelType w:val="hybridMultilevel"/>
    <w:tmpl w:val="97E4752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F2493F"/>
    <w:multiLevelType w:val="hybridMultilevel"/>
    <w:tmpl w:val="BA247D7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B969E7"/>
    <w:multiLevelType w:val="hybridMultilevel"/>
    <w:tmpl w:val="3D9CF08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4C7932"/>
    <w:multiLevelType w:val="hybridMultilevel"/>
    <w:tmpl w:val="6D9A37C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D31"/>
    <w:rsid w:val="00026392"/>
    <w:rsid w:val="000350F4"/>
    <w:rsid w:val="00073BD2"/>
    <w:rsid w:val="00093FBB"/>
    <w:rsid w:val="0015630E"/>
    <w:rsid w:val="001E3091"/>
    <w:rsid w:val="002F2344"/>
    <w:rsid w:val="00335CCB"/>
    <w:rsid w:val="003B450E"/>
    <w:rsid w:val="004B595C"/>
    <w:rsid w:val="004C3806"/>
    <w:rsid w:val="00560D1D"/>
    <w:rsid w:val="006C2C59"/>
    <w:rsid w:val="0073241B"/>
    <w:rsid w:val="007671E0"/>
    <w:rsid w:val="007F64DE"/>
    <w:rsid w:val="00815AFA"/>
    <w:rsid w:val="008F32B4"/>
    <w:rsid w:val="008F63FB"/>
    <w:rsid w:val="009176D4"/>
    <w:rsid w:val="00963D31"/>
    <w:rsid w:val="009E5CE2"/>
    <w:rsid w:val="009E6FA1"/>
    <w:rsid w:val="00A0791F"/>
    <w:rsid w:val="00A27E56"/>
    <w:rsid w:val="00A30A90"/>
    <w:rsid w:val="00A57D50"/>
    <w:rsid w:val="00AF4E0B"/>
    <w:rsid w:val="00B17B36"/>
    <w:rsid w:val="00B42B92"/>
    <w:rsid w:val="00BA0894"/>
    <w:rsid w:val="00BE75A8"/>
    <w:rsid w:val="00BF5D39"/>
    <w:rsid w:val="00C11AFC"/>
    <w:rsid w:val="00C5303C"/>
    <w:rsid w:val="00CE6518"/>
    <w:rsid w:val="00D36975"/>
    <w:rsid w:val="00D739AE"/>
    <w:rsid w:val="00E67B7D"/>
    <w:rsid w:val="00E81C8B"/>
    <w:rsid w:val="00E85D00"/>
    <w:rsid w:val="00F41362"/>
    <w:rsid w:val="00F478E1"/>
    <w:rsid w:val="00F66B09"/>
    <w:rsid w:val="00FD06EC"/>
    <w:rsid w:val="00FF0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6D3F"/>
  <w15:docId w15:val="{684BC9A7-B1CA-498A-8CAC-10010AD89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15AFA"/>
    <w:pPr>
      <w:spacing w:after="120" w:line="360" w:lineRule="auto"/>
    </w:pPr>
    <w:rPr>
      <w:rFonts w:ascii="Arial" w:hAnsi="Arial"/>
      <w:sz w:val="32"/>
    </w:rPr>
  </w:style>
  <w:style w:type="paragraph" w:styleId="berschrift1">
    <w:name w:val="heading 1"/>
    <w:aliases w:val="Aufgabe"/>
    <w:basedOn w:val="Standard"/>
    <w:next w:val="Standard"/>
    <w:link w:val="berschrift1Zchn"/>
    <w:uiPriority w:val="9"/>
    <w:qFormat/>
    <w:rsid w:val="00BF5D39"/>
    <w:pPr>
      <w:keepNext/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F5D39"/>
    <w:pPr>
      <w:keepNext/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E75A8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3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Aufgabe Zchn"/>
    <w:basedOn w:val="Absatz-Standardschriftart"/>
    <w:link w:val="berschrift1"/>
    <w:uiPriority w:val="9"/>
    <w:rsid w:val="00BF5D39"/>
    <w:rPr>
      <w:rFonts w:ascii="Arial" w:eastAsia="Calibri" w:hAnsi="Arial" w:cs="Arial"/>
      <w:b/>
      <w:bCs/>
      <w:kern w:val="32"/>
      <w:sz w:val="3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F5D39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E75A8"/>
    <w:rPr>
      <w:rFonts w:ascii="Arial" w:eastAsia="Calibri" w:hAnsi="Arial" w:cs="Arial"/>
      <w:b/>
      <w:bCs/>
      <w:sz w:val="3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963D31"/>
    <w:pPr>
      <w:ind w:left="720"/>
      <w:contextualSpacing/>
    </w:pPr>
    <w:rPr>
      <w:rFonts w:eastAsia="Calibri" w:cs="Arial"/>
      <w:szCs w:val="22"/>
    </w:rPr>
  </w:style>
  <w:style w:type="paragraph" w:customStyle="1" w:styleId="Tabelle">
    <w:name w:val="Tabelle"/>
    <w:basedOn w:val="Standard"/>
    <w:rsid w:val="00963D31"/>
    <w:pPr>
      <w:spacing w:before="60" w:after="60"/>
    </w:pPr>
    <w:rPr>
      <w:rFonts w:eastAsia="Times New Roman" w:cs="Arial"/>
      <w:sz w:val="22"/>
      <w:szCs w:val="22"/>
      <w:lang w:eastAsia="de-DE"/>
    </w:rPr>
  </w:style>
  <w:style w:type="paragraph" w:customStyle="1" w:styleId="Linien">
    <w:name w:val="Linien"/>
    <w:basedOn w:val="Standard"/>
    <w:rsid w:val="00963D31"/>
    <w:pPr>
      <w:tabs>
        <w:tab w:val="right" w:leader="underscore" w:pos="9921"/>
      </w:tabs>
      <w:spacing w:line="480" w:lineRule="auto"/>
    </w:pPr>
    <w:rPr>
      <w:rFonts w:eastAsia="Times New Roman" w:cs="Arial"/>
      <w:sz w:val="22"/>
      <w:szCs w:val="22"/>
      <w:lang w:eastAsia="de-DE"/>
    </w:rPr>
  </w:style>
  <w:style w:type="table" w:styleId="Tabellenraster">
    <w:name w:val="Table Grid"/>
    <w:basedOn w:val="NormaleTabelle"/>
    <w:uiPriority w:val="39"/>
    <w:rsid w:val="00963D31"/>
    <w:pPr>
      <w:spacing w:after="120" w:line="360" w:lineRule="auto"/>
    </w:pPr>
    <w:rPr>
      <w:rFonts w:ascii="Times New Roman" w:eastAsia="Times New Roman" w:hAnsi="Times New Roman"/>
      <w:lang w:eastAsia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uiPriority w:val="39"/>
    <w:rsid w:val="00963D31"/>
    <w:pPr>
      <w:spacing w:after="120" w:line="360" w:lineRule="auto"/>
    </w:pPr>
    <w:rPr>
      <w:rFonts w:ascii="Times New Roman" w:eastAsia="Times New Roman" w:hAnsi="Times New Roman"/>
      <w:lang w:eastAsia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E-Bu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CC7F8-F4F6-492A-8A84-B027C016B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E-Buch.dotx</Template>
  <TotalTime>0</TotalTime>
  <Pages>15</Pages>
  <Words>526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18</cp:revision>
  <dcterms:created xsi:type="dcterms:W3CDTF">2022-04-08T09:39:00Z</dcterms:created>
  <dcterms:modified xsi:type="dcterms:W3CDTF">2022-04-13T11:32:00Z</dcterms:modified>
</cp:coreProperties>
</file>